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42"/>
      </w:tblGrid>
      <w:tr w:rsidR="00DF2D1A" w:rsidRPr="00957FC8" w:rsidTr="00D952F9">
        <w:trPr>
          <w:trHeight w:hRule="exact" w:val="11933"/>
        </w:trPr>
        <w:tc>
          <w:tcPr>
            <w:tcW w:w="9242" w:type="dxa"/>
            <w:tcBorders>
              <w:bottom w:val="nil"/>
            </w:tcBorders>
          </w:tcPr>
          <w:p w:rsidR="00DF2D1A" w:rsidRPr="00957FC8" w:rsidRDefault="00DF2D1A" w:rsidP="00DF2D1A">
            <w:pPr>
              <w:jc w:val="center"/>
            </w:pPr>
            <w:bookmarkStart w:id="0" w:name="PDF1_Contents"/>
            <w:bookmarkEnd w:id="0"/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91031B" w:rsidP="00DF2D1A">
            <w:pPr>
              <w:jc w:val="center"/>
            </w:pPr>
            <w:r w:rsidRPr="00957FC8">
              <w:rPr>
                <w:noProof/>
                <w:lang w:eastAsia="en-AU"/>
              </w:rPr>
              <w:drawing>
                <wp:inline distT="0" distB="0" distL="0" distR="0">
                  <wp:extent cx="2013923" cy="1159803"/>
                  <wp:effectExtent l="19050" t="0" r="5377" b="0"/>
                  <wp:docPr id="3" name="Picture 1" descr="ColourLogo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urLogoRGB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923" cy="1159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91031B" w:rsidP="00DF2D1A">
            <w:pPr>
              <w:tabs>
                <w:tab w:val="left" w:pos="993"/>
              </w:tabs>
              <w:spacing w:after="0"/>
              <w:jc w:val="center"/>
              <w:outlineLvl w:val="0"/>
              <w:rPr>
                <w:rFonts w:cs="Arial"/>
                <w:b/>
                <w:sz w:val="46"/>
              </w:rPr>
            </w:pPr>
            <w:r w:rsidRPr="00957FC8">
              <w:rPr>
                <w:rFonts w:cs="Arial"/>
                <w:b/>
                <w:sz w:val="50"/>
              </w:rPr>
              <w:t>MELTON CITY</w:t>
            </w:r>
            <w:r w:rsidR="00DF2D1A" w:rsidRPr="00957FC8">
              <w:rPr>
                <w:rFonts w:cs="Arial"/>
                <w:b/>
                <w:sz w:val="50"/>
              </w:rPr>
              <w:t xml:space="preserve"> COUNCIL</w:t>
            </w: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DF2D1A" w:rsidP="00DF2D1A">
            <w:pPr>
              <w:pBdr>
                <w:top w:val="single" w:sz="6" w:space="1" w:color="9F90B8"/>
                <w:bottom w:val="single" w:sz="6" w:space="1" w:color="9F90B8"/>
              </w:pBdr>
              <w:tabs>
                <w:tab w:val="center" w:pos="4513"/>
              </w:tabs>
              <w:spacing w:after="0"/>
              <w:ind w:left="576" w:right="576"/>
              <w:rPr>
                <w:rFonts w:cs="Arial"/>
                <w:sz w:val="28"/>
                <w:szCs w:val="20"/>
              </w:rPr>
            </w:pPr>
          </w:p>
          <w:p w:rsidR="00DF2D1A" w:rsidRPr="00957FC8" w:rsidRDefault="00DF2D1A" w:rsidP="00DF2D1A">
            <w:pPr>
              <w:pBdr>
                <w:top w:val="single" w:sz="6" w:space="1" w:color="9F90B8"/>
                <w:bottom w:val="single" w:sz="6" w:space="1" w:color="9F90B8"/>
              </w:pBdr>
              <w:tabs>
                <w:tab w:val="center" w:pos="4513"/>
              </w:tabs>
              <w:spacing w:after="0"/>
              <w:ind w:left="576" w:right="576"/>
              <w:rPr>
                <w:rFonts w:cs="Arial"/>
                <w:b/>
                <w:bCs/>
                <w:sz w:val="32"/>
                <w:szCs w:val="20"/>
              </w:rPr>
            </w:pPr>
            <w:r w:rsidRPr="00957FC8">
              <w:rPr>
                <w:rFonts w:cs="Arial"/>
                <w:b/>
                <w:bCs/>
                <w:sz w:val="32"/>
                <w:szCs w:val="20"/>
              </w:rPr>
              <w:t xml:space="preserve">Notice is hereby given that the </w:t>
            </w:r>
            <w:r w:rsidR="00957FC8">
              <w:rPr>
                <w:b/>
                <w:sz w:val="32"/>
              </w:rPr>
              <w:t>Statutory Meeting of the Melton City Council</w:t>
            </w:r>
            <w:r w:rsidRPr="00957FC8">
              <w:rPr>
                <w:rFonts w:cs="Arial"/>
                <w:b/>
                <w:bCs/>
                <w:sz w:val="32"/>
                <w:szCs w:val="20"/>
              </w:rPr>
              <w:t xml:space="preserve"> will be held </w:t>
            </w:r>
            <w:r w:rsidR="00F82EAF" w:rsidRPr="00957FC8">
              <w:rPr>
                <w:rFonts w:cs="Arial"/>
                <w:b/>
                <w:bCs/>
                <w:sz w:val="32"/>
                <w:szCs w:val="20"/>
              </w:rPr>
              <w:t xml:space="preserve">in the </w:t>
            </w:r>
            <w:r w:rsidR="00957FC8">
              <w:rPr>
                <w:b/>
                <w:sz w:val="32"/>
              </w:rPr>
              <w:t>Council Chamber, Civic Centre, 232 High Street, Melton</w:t>
            </w:r>
            <w:r w:rsidRPr="00957FC8">
              <w:rPr>
                <w:rFonts w:cs="Arial"/>
                <w:b/>
                <w:bCs/>
                <w:sz w:val="32"/>
                <w:szCs w:val="20"/>
              </w:rPr>
              <w:t xml:space="preserve"> on </w:t>
            </w:r>
            <w:r w:rsidR="00957FC8">
              <w:rPr>
                <w:b/>
                <w:sz w:val="32"/>
              </w:rPr>
              <w:t>27 October 2015</w:t>
            </w:r>
            <w:r w:rsidRPr="00957FC8">
              <w:rPr>
                <w:rFonts w:cs="Arial"/>
                <w:b/>
                <w:bCs/>
                <w:sz w:val="32"/>
                <w:szCs w:val="20"/>
              </w:rPr>
              <w:t xml:space="preserve"> at </w:t>
            </w:r>
            <w:r w:rsidR="00957FC8">
              <w:rPr>
                <w:b/>
                <w:sz w:val="32"/>
              </w:rPr>
              <w:t>7.00pm</w:t>
            </w:r>
            <w:r w:rsidRPr="00957FC8">
              <w:rPr>
                <w:rFonts w:cs="Arial"/>
                <w:b/>
                <w:bCs/>
                <w:sz w:val="32"/>
                <w:szCs w:val="20"/>
              </w:rPr>
              <w:t>.</w:t>
            </w:r>
          </w:p>
          <w:p w:rsidR="00DF2D1A" w:rsidRPr="00957FC8" w:rsidRDefault="00DF2D1A" w:rsidP="00DF2D1A">
            <w:pPr>
              <w:pBdr>
                <w:top w:val="single" w:sz="6" w:space="1" w:color="9F90B8"/>
                <w:bottom w:val="single" w:sz="6" w:space="1" w:color="9F90B8"/>
              </w:pBdr>
              <w:tabs>
                <w:tab w:val="center" w:pos="4513"/>
              </w:tabs>
              <w:spacing w:after="0"/>
              <w:ind w:left="576" w:right="576"/>
              <w:rPr>
                <w:rFonts w:cs="Arial"/>
                <w:b/>
                <w:bCs/>
                <w:sz w:val="24"/>
                <w:szCs w:val="20"/>
              </w:rPr>
            </w:pPr>
          </w:p>
          <w:p w:rsidR="00DF2D1A" w:rsidRPr="00957FC8" w:rsidRDefault="00DF2D1A" w:rsidP="00DF2D1A">
            <w:pPr>
              <w:jc w:val="center"/>
            </w:pPr>
          </w:p>
          <w:p w:rsidR="00DF2D1A" w:rsidRPr="00957FC8" w:rsidRDefault="00A82299" w:rsidP="00DF2D1A">
            <w:pPr>
              <w:jc w:val="center"/>
            </w:pPr>
            <w:bookmarkStart w:id="1" w:name="ClosedText"/>
            <w:bookmarkEnd w:id="1"/>
            <w:r>
              <w:rPr>
                <w:rFonts w:ascii="Impact" w:hAnsi="Impact"/>
                <w:b/>
                <w:color w:val="FF0000"/>
                <w:sz w:val="42"/>
                <w:szCs w:val="42"/>
              </w:rPr>
              <w:t xml:space="preserve">AGENDA - </w:t>
            </w:r>
            <w:r w:rsidR="003F4510">
              <w:rPr>
                <w:rFonts w:ascii="Impact" w:hAnsi="Impact"/>
                <w:b/>
                <w:color w:val="FF0000"/>
                <w:sz w:val="42"/>
                <w:szCs w:val="42"/>
              </w:rPr>
              <w:t>PUBLIC</w:t>
            </w:r>
            <w:r>
              <w:rPr>
                <w:rFonts w:ascii="Impact" w:hAnsi="Impact"/>
                <w:b/>
                <w:color w:val="FF0000"/>
                <w:sz w:val="42"/>
                <w:szCs w:val="42"/>
              </w:rPr>
              <w:t xml:space="preserve"> COPY</w:t>
            </w:r>
          </w:p>
          <w:p w:rsidR="00DF2D1A" w:rsidRPr="00957FC8" w:rsidRDefault="00957FC8" w:rsidP="00DF2D1A">
            <w:pPr>
              <w:jc w:val="center"/>
              <w:rPr>
                <w:b/>
              </w:rPr>
            </w:pPr>
            <w:r>
              <w:rPr>
                <w:rFonts w:cs="Arial"/>
                <w:b/>
                <w:caps/>
                <w:sz w:val="50"/>
                <w:szCs w:val="52"/>
              </w:rPr>
              <w:t xml:space="preserve"> </w:t>
            </w:r>
          </w:p>
          <w:p w:rsidR="00DF2D1A" w:rsidRPr="00957FC8" w:rsidRDefault="00DF2D1A" w:rsidP="00D952F9">
            <w:pPr>
              <w:spacing w:after="0"/>
              <w:ind w:left="576"/>
            </w:pPr>
          </w:p>
        </w:tc>
      </w:tr>
      <w:tr w:rsidR="00D952F9" w:rsidRPr="00957FC8" w:rsidTr="00D952F9">
        <w:trPr>
          <w:trHeight w:hRule="exact" w:val="1382"/>
        </w:trPr>
        <w:tc>
          <w:tcPr>
            <w:tcW w:w="9242" w:type="dxa"/>
            <w:tcBorders>
              <w:top w:val="nil"/>
            </w:tcBorders>
            <w:vAlign w:val="bottom"/>
          </w:tcPr>
          <w:p w:rsidR="00D952F9" w:rsidRPr="00957FC8" w:rsidRDefault="00D952F9" w:rsidP="00D952F9">
            <w:pPr>
              <w:spacing w:after="0"/>
              <w:ind w:left="576"/>
              <w:rPr>
                <w:rFonts w:cs="Arial"/>
                <w:b/>
                <w:bCs/>
                <w:sz w:val="32"/>
                <w:szCs w:val="20"/>
              </w:rPr>
            </w:pPr>
            <w:r w:rsidRPr="00957FC8">
              <w:rPr>
                <w:rFonts w:cs="Arial"/>
                <w:b/>
                <w:bCs/>
                <w:sz w:val="32"/>
                <w:szCs w:val="20"/>
              </w:rPr>
              <w:t>Kelvin Tori</w:t>
            </w:r>
          </w:p>
          <w:p w:rsidR="00D952F9" w:rsidRPr="00957FC8" w:rsidRDefault="00D952F9" w:rsidP="00D952F9">
            <w:pPr>
              <w:ind w:left="578"/>
            </w:pPr>
            <w:r w:rsidRPr="00957FC8">
              <w:rPr>
                <w:rFonts w:cs="Arial"/>
                <w:b/>
                <w:bCs/>
                <w:sz w:val="32"/>
                <w:szCs w:val="20"/>
              </w:rPr>
              <w:t>CHIEF EXECUTIVE</w:t>
            </w:r>
          </w:p>
        </w:tc>
      </w:tr>
    </w:tbl>
    <w:p w:rsidR="00957FC8" w:rsidRDefault="00957FC8" w:rsidP="00D952F9">
      <w:pPr>
        <w:spacing w:after="0"/>
        <w:rPr>
          <w:sz w:val="10"/>
        </w:rPr>
        <w:sectPr w:rsidR="00957FC8" w:rsidSect="00DF2D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440" w:bottom="1440" w:left="1440" w:header="709" w:footer="709" w:gutter="0"/>
          <w:cols w:space="720"/>
          <w:formProt w:val="0"/>
        </w:sectPr>
      </w:pPr>
    </w:p>
    <w:tbl>
      <w:tblPr>
        <w:tblStyle w:val="TableGrid"/>
        <w:tblW w:w="5000" w:type="pct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243"/>
      </w:tblGrid>
      <w:tr w:rsidR="00957FC8" w:rsidTr="00CA6138">
        <w:tc>
          <w:tcPr>
            <w:tcW w:w="5000" w:type="pct"/>
          </w:tcPr>
          <w:p w:rsidR="00957FC8" w:rsidRPr="003D7B45" w:rsidRDefault="00957FC8" w:rsidP="00CA6138">
            <w:pPr>
              <w:spacing w:before="360" w:after="240"/>
              <w:ind w:right="238"/>
              <w:rPr>
                <w:rFonts w:cs="Arial"/>
                <w:b/>
                <w:bCs/>
                <w:sz w:val="32"/>
                <w:szCs w:val="32"/>
              </w:rPr>
            </w:pPr>
            <w:r w:rsidRPr="003D7B45">
              <w:rPr>
                <w:rFonts w:cs="Arial"/>
                <w:b/>
                <w:bCs/>
                <w:sz w:val="32"/>
                <w:szCs w:val="32"/>
              </w:rPr>
              <w:t>Visitors to the Gallery please note:</w:t>
            </w:r>
          </w:p>
          <w:p w:rsidR="00957FC8" w:rsidRPr="00DE2FC0" w:rsidRDefault="00957FC8" w:rsidP="00CA6138">
            <w:pPr>
              <w:spacing w:before="240" w:after="240"/>
              <w:ind w:right="238"/>
              <w:rPr>
                <w:rFonts w:cs="Arial"/>
                <w:bCs/>
                <w:sz w:val="26"/>
                <w:szCs w:val="26"/>
              </w:rPr>
            </w:pPr>
            <w:r w:rsidRPr="00DE2FC0">
              <w:rPr>
                <w:rFonts w:cs="Arial"/>
                <w:bCs/>
                <w:sz w:val="26"/>
                <w:szCs w:val="26"/>
              </w:rPr>
              <w:t>Proceedings at Council meetings are controlled by the Chairperson.  The Chairperson is empowered to enforce the provision of Council’s Local Law, which includes the following aspects;</w:t>
            </w:r>
          </w:p>
          <w:p w:rsidR="00957FC8" w:rsidRPr="00DE2FC0" w:rsidRDefault="00957FC8" w:rsidP="00957FC8">
            <w:pPr>
              <w:pStyle w:val="ListParagraph"/>
              <w:numPr>
                <w:ilvl w:val="0"/>
                <w:numId w:val="34"/>
              </w:numPr>
              <w:tabs>
                <w:tab w:val="left" w:pos="567"/>
              </w:tabs>
              <w:spacing w:before="240"/>
              <w:ind w:left="567" w:right="238" w:hanging="283"/>
              <w:rPr>
                <w:rFonts w:cs="Arial"/>
                <w:bCs/>
                <w:sz w:val="26"/>
                <w:szCs w:val="26"/>
              </w:rPr>
            </w:pPr>
            <w:r w:rsidRPr="00DE2FC0">
              <w:rPr>
                <w:rFonts w:cs="Arial"/>
                <w:b/>
                <w:bCs/>
                <w:sz w:val="26"/>
                <w:szCs w:val="26"/>
              </w:rPr>
              <w:t>Silence</w:t>
            </w:r>
            <w:r w:rsidRPr="00DE2FC0">
              <w:rPr>
                <w:rFonts w:cs="Arial"/>
                <w:bCs/>
                <w:sz w:val="26"/>
                <w:szCs w:val="26"/>
              </w:rPr>
              <w:t xml:space="preserve"> must be maintained by members of the public in the gallery at all times.  A visitor to the gallery must not interject or take part in the debate that occurs in the Chamber.</w:t>
            </w:r>
          </w:p>
          <w:p w:rsidR="00957FC8" w:rsidRPr="00DE2FC0" w:rsidRDefault="00957FC8" w:rsidP="00CA6138">
            <w:pPr>
              <w:pStyle w:val="ListParagraph"/>
              <w:tabs>
                <w:tab w:val="left" w:pos="567"/>
              </w:tabs>
              <w:spacing w:before="240"/>
              <w:ind w:left="567" w:right="238"/>
              <w:rPr>
                <w:rFonts w:cs="Arial"/>
                <w:bCs/>
                <w:sz w:val="26"/>
                <w:szCs w:val="26"/>
              </w:rPr>
            </w:pPr>
          </w:p>
          <w:p w:rsidR="00957FC8" w:rsidRPr="00DE2FC0" w:rsidRDefault="00957FC8" w:rsidP="00957FC8">
            <w:pPr>
              <w:pStyle w:val="ListParagraph"/>
              <w:numPr>
                <w:ilvl w:val="0"/>
                <w:numId w:val="34"/>
              </w:numPr>
              <w:tabs>
                <w:tab w:val="left" w:pos="567"/>
              </w:tabs>
              <w:spacing w:before="240"/>
              <w:ind w:left="567" w:right="238" w:hanging="283"/>
              <w:rPr>
                <w:rFonts w:cs="Arial"/>
                <w:bCs/>
                <w:sz w:val="26"/>
                <w:szCs w:val="26"/>
              </w:rPr>
            </w:pPr>
            <w:r w:rsidRPr="00DE2FC0">
              <w:rPr>
                <w:rFonts w:cs="Arial"/>
                <w:bCs/>
                <w:sz w:val="26"/>
                <w:szCs w:val="26"/>
              </w:rPr>
              <w:t xml:space="preserve">Members of the public in the gallery must not operate </w:t>
            </w:r>
            <w:r w:rsidRPr="00DE2FC0">
              <w:rPr>
                <w:rFonts w:cs="Arial"/>
                <w:b/>
                <w:bCs/>
                <w:sz w:val="26"/>
                <w:szCs w:val="26"/>
              </w:rPr>
              <w:t>recording equipment</w:t>
            </w:r>
            <w:r w:rsidRPr="00DE2FC0">
              <w:rPr>
                <w:rFonts w:cs="Arial"/>
                <w:bCs/>
                <w:sz w:val="26"/>
                <w:szCs w:val="26"/>
              </w:rPr>
              <w:t xml:space="preserve"> at a Council or Special Committee Meeting without the prior written consent of Council.  </w:t>
            </w:r>
          </w:p>
          <w:p w:rsidR="00957FC8" w:rsidRPr="00DE2FC0" w:rsidRDefault="00957FC8" w:rsidP="00CA6138">
            <w:pPr>
              <w:pStyle w:val="ListParagraph"/>
              <w:ind w:right="238"/>
              <w:rPr>
                <w:rFonts w:cs="Arial"/>
                <w:b/>
                <w:bCs/>
                <w:sz w:val="26"/>
                <w:szCs w:val="26"/>
              </w:rPr>
            </w:pPr>
          </w:p>
          <w:p w:rsidR="00957FC8" w:rsidRPr="00DE2FC0" w:rsidRDefault="00957FC8" w:rsidP="00957FC8">
            <w:pPr>
              <w:pStyle w:val="ListParagraph"/>
              <w:numPr>
                <w:ilvl w:val="0"/>
                <w:numId w:val="34"/>
              </w:numPr>
              <w:tabs>
                <w:tab w:val="left" w:pos="567"/>
              </w:tabs>
              <w:spacing w:before="240"/>
              <w:ind w:left="567" w:right="238" w:hanging="283"/>
              <w:rPr>
                <w:rFonts w:cs="Arial"/>
                <w:bCs/>
                <w:sz w:val="26"/>
                <w:szCs w:val="26"/>
              </w:rPr>
            </w:pPr>
            <w:r w:rsidRPr="00DE2FC0">
              <w:rPr>
                <w:rFonts w:cs="Arial"/>
                <w:bCs/>
                <w:sz w:val="26"/>
                <w:szCs w:val="26"/>
              </w:rPr>
              <w:t>It is an offence for any person, not being a Councillor, who is guilty of any improper or disorderly conduct to not leave the meeting when requested by the Chairperson to do so.</w:t>
            </w:r>
          </w:p>
          <w:p w:rsidR="00957FC8" w:rsidRPr="001C12BE" w:rsidRDefault="00957FC8" w:rsidP="00CA6138">
            <w:pPr>
              <w:pStyle w:val="ListParagraph"/>
              <w:tabs>
                <w:tab w:val="left" w:pos="567"/>
              </w:tabs>
              <w:spacing w:before="240"/>
              <w:ind w:left="567" w:right="238"/>
              <w:rPr>
                <w:rFonts w:cs="Arial"/>
                <w:bCs/>
                <w:sz w:val="20"/>
                <w:szCs w:val="20"/>
              </w:rPr>
            </w:pPr>
            <w:r w:rsidRPr="001C12BE">
              <w:rPr>
                <w:rFonts w:cs="Arial"/>
                <w:bCs/>
                <w:sz w:val="20"/>
                <w:szCs w:val="20"/>
              </w:rPr>
              <w:t>Penalty:  20 Penalty Units</w:t>
            </w:r>
          </w:p>
          <w:p w:rsidR="00957FC8" w:rsidRPr="00DE2FC0" w:rsidRDefault="00957FC8" w:rsidP="00CA6138">
            <w:pPr>
              <w:pStyle w:val="ListParagraph"/>
              <w:tabs>
                <w:tab w:val="left" w:pos="567"/>
              </w:tabs>
              <w:spacing w:before="240"/>
              <w:ind w:left="567" w:right="238"/>
              <w:rPr>
                <w:rFonts w:cs="Arial"/>
                <w:bCs/>
                <w:sz w:val="26"/>
                <w:szCs w:val="26"/>
              </w:rPr>
            </w:pPr>
          </w:p>
          <w:p w:rsidR="00957FC8" w:rsidRPr="00DE2FC0" w:rsidRDefault="00957FC8" w:rsidP="00957FC8">
            <w:pPr>
              <w:pStyle w:val="ListParagraph"/>
              <w:numPr>
                <w:ilvl w:val="0"/>
                <w:numId w:val="34"/>
              </w:numPr>
              <w:tabs>
                <w:tab w:val="left" w:pos="567"/>
              </w:tabs>
              <w:spacing w:before="240"/>
              <w:ind w:left="567" w:right="238" w:hanging="283"/>
              <w:rPr>
                <w:rFonts w:cs="Arial"/>
                <w:bCs/>
                <w:sz w:val="26"/>
                <w:szCs w:val="26"/>
              </w:rPr>
            </w:pPr>
            <w:r w:rsidRPr="00DE2FC0">
              <w:rPr>
                <w:rFonts w:cs="Arial"/>
                <w:bCs/>
                <w:sz w:val="26"/>
                <w:szCs w:val="26"/>
              </w:rPr>
              <w:t>It is an offence for any person to fail to</w:t>
            </w:r>
            <w:r>
              <w:rPr>
                <w:rFonts w:cs="Arial"/>
                <w:bCs/>
                <w:sz w:val="26"/>
                <w:szCs w:val="26"/>
              </w:rPr>
              <w:t xml:space="preserve"> obey a direction of the Chairp</w:t>
            </w:r>
            <w:r w:rsidRPr="00DE2FC0">
              <w:rPr>
                <w:rFonts w:cs="Arial"/>
                <w:bCs/>
                <w:sz w:val="26"/>
                <w:szCs w:val="26"/>
              </w:rPr>
              <w:t>erson relating to the conduct of the meeting and the maintenance of order.</w:t>
            </w:r>
          </w:p>
          <w:p w:rsidR="00957FC8" w:rsidRPr="001C12BE" w:rsidRDefault="00957FC8" w:rsidP="00CA6138">
            <w:pPr>
              <w:pStyle w:val="ListParagraph"/>
              <w:tabs>
                <w:tab w:val="left" w:pos="567"/>
              </w:tabs>
              <w:spacing w:before="240"/>
              <w:ind w:left="567" w:right="238"/>
              <w:rPr>
                <w:rFonts w:cs="Arial"/>
                <w:bCs/>
                <w:sz w:val="20"/>
                <w:szCs w:val="20"/>
              </w:rPr>
            </w:pPr>
            <w:r w:rsidRPr="001C12BE">
              <w:rPr>
                <w:rFonts w:cs="Arial"/>
                <w:bCs/>
                <w:sz w:val="20"/>
                <w:szCs w:val="20"/>
              </w:rPr>
              <w:t>Penalty: 20 Penalty Units</w:t>
            </w:r>
          </w:p>
          <w:p w:rsidR="00957FC8" w:rsidRPr="001C12BE" w:rsidRDefault="00957FC8" w:rsidP="00CA6138">
            <w:pPr>
              <w:pStyle w:val="ListParagraph"/>
              <w:tabs>
                <w:tab w:val="left" w:pos="567"/>
              </w:tabs>
              <w:spacing w:before="240"/>
              <w:ind w:left="567" w:right="238"/>
              <w:rPr>
                <w:rFonts w:cs="Arial"/>
                <w:bCs/>
                <w:sz w:val="20"/>
                <w:szCs w:val="20"/>
              </w:rPr>
            </w:pPr>
          </w:p>
          <w:p w:rsidR="00957FC8" w:rsidRPr="00055CCC" w:rsidRDefault="00957FC8" w:rsidP="00CA6138">
            <w:pPr>
              <w:tabs>
                <w:tab w:val="left" w:pos="567"/>
              </w:tabs>
              <w:ind w:left="567" w:right="522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6"/>
                <w:szCs w:val="26"/>
              </w:rPr>
              <w:t xml:space="preserve">A penalty unit for a Local Law made under Part 5 of the </w:t>
            </w:r>
            <w:r w:rsidRPr="008379D7">
              <w:rPr>
                <w:rFonts w:cs="Arial"/>
                <w:bCs/>
                <w:i/>
                <w:sz w:val="26"/>
                <w:szCs w:val="26"/>
              </w:rPr>
              <w:t>Local Government Act</w:t>
            </w:r>
            <w:r>
              <w:rPr>
                <w:rFonts w:cs="Arial"/>
                <w:bCs/>
                <w:sz w:val="26"/>
                <w:szCs w:val="26"/>
              </w:rPr>
              <w:t xml:space="preserve"> 1989 is $100 in accordance with s110(2) of the </w:t>
            </w:r>
            <w:r w:rsidRPr="008379D7">
              <w:rPr>
                <w:rFonts w:cs="Arial"/>
                <w:bCs/>
                <w:i/>
                <w:sz w:val="26"/>
                <w:szCs w:val="26"/>
              </w:rPr>
              <w:t>Sentencing Act</w:t>
            </w:r>
            <w:r>
              <w:rPr>
                <w:rFonts w:cs="Arial"/>
                <w:bCs/>
                <w:sz w:val="26"/>
                <w:szCs w:val="26"/>
              </w:rPr>
              <w:t xml:space="preserve"> 1991.</w:t>
            </w:r>
          </w:p>
        </w:tc>
      </w:tr>
    </w:tbl>
    <w:p w:rsidR="00957FC8" w:rsidRPr="00D8153E" w:rsidRDefault="00957FC8" w:rsidP="00957FC8"/>
    <w:p w:rsidR="00586231" w:rsidRPr="00957FC8" w:rsidRDefault="00586231" w:rsidP="00D952F9">
      <w:pPr>
        <w:spacing w:after="0"/>
        <w:rPr>
          <w:sz w:val="10"/>
        </w:rPr>
      </w:pPr>
    </w:p>
    <w:p w:rsidR="00D952F9" w:rsidRPr="00957FC8" w:rsidRDefault="00D952F9" w:rsidP="00957FC8">
      <w:pPr>
        <w:spacing w:after="0"/>
      </w:pPr>
      <w:bookmarkStart w:id="2" w:name="InsertPage"/>
      <w:bookmarkEnd w:id="2"/>
    </w:p>
    <w:p w:rsidR="006776BE" w:rsidRPr="00957FC8" w:rsidRDefault="006776BE" w:rsidP="00FE6807">
      <w:pPr>
        <w:rPr>
          <w:rFonts w:cs="Arial"/>
          <w:b/>
          <w:color w:val="000000"/>
        </w:rPr>
        <w:sectPr w:rsidR="006776BE" w:rsidRPr="00957FC8" w:rsidSect="00957FC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39" w:code="9"/>
          <w:pgMar w:top="1440" w:right="1440" w:bottom="1440" w:left="1440" w:header="709" w:footer="709" w:gutter="0"/>
          <w:cols w:space="720"/>
          <w:formProt w:val="0"/>
          <w:docGrid w:linePitch="299"/>
        </w:sectPr>
      </w:pPr>
    </w:p>
    <w:p w:rsidR="00651F12" w:rsidRPr="00957FC8" w:rsidRDefault="00651F12" w:rsidP="00651F12">
      <w:pPr>
        <w:spacing w:before="360" w:after="0"/>
        <w:jc w:val="center"/>
        <w:rPr>
          <w:b/>
          <w:bCs/>
          <w:smallCaps/>
          <w:sz w:val="32"/>
          <w:szCs w:val="20"/>
        </w:rPr>
      </w:pPr>
      <w:r w:rsidRPr="00957FC8">
        <w:rPr>
          <w:b/>
          <w:bCs/>
          <w:smallCaps/>
          <w:sz w:val="32"/>
          <w:szCs w:val="20"/>
        </w:rPr>
        <w:t>Table of Contents</w:t>
      </w:r>
    </w:p>
    <w:bookmarkStart w:id="3" w:name="TableOfContents"/>
    <w:bookmarkStart w:id="4" w:name="_GoBack"/>
    <w:bookmarkEnd w:id="3"/>
    <w:p w:rsidR="00957FC8" w:rsidRDefault="004677D0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 w:rsidRPr="0076618C">
        <w:rPr>
          <w:rFonts w:cs="Arial"/>
          <w:b/>
          <w:bCs/>
          <w:smallCaps/>
          <w:sz w:val="28"/>
          <w:szCs w:val="20"/>
        </w:rPr>
        <w:fldChar w:fldCharType="begin"/>
      </w:r>
      <w:r w:rsidR="00957FC8" w:rsidRPr="0076618C">
        <w:rPr>
          <w:rFonts w:cs="Arial"/>
          <w:b/>
          <w:bCs/>
          <w:smallCaps/>
          <w:sz w:val="28"/>
          <w:szCs w:val="20"/>
        </w:rPr>
        <w:instrText xml:space="preserve"> SEQ SeqList \* Charformat </w:instrText>
      </w:r>
      <w:r w:rsidRPr="0076618C">
        <w:rPr>
          <w:rFonts w:cs="Arial"/>
          <w:b/>
          <w:bCs/>
          <w:smallCaps/>
          <w:sz w:val="28"/>
          <w:szCs w:val="20"/>
        </w:rPr>
        <w:fldChar w:fldCharType="separate"/>
      </w:r>
      <w:r w:rsidR="00347F8C">
        <w:rPr>
          <w:rFonts w:cs="Arial"/>
          <w:b/>
          <w:bCs/>
          <w:smallCaps/>
          <w:noProof/>
          <w:sz w:val="28"/>
          <w:szCs w:val="20"/>
        </w:rPr>
        <w:t>1</w:t>
      </w:r>
      <w:r w:rsidRPr="0076618C">
        <w:rPr>
          <w:rFonts w:cs="Arial"/>
          <w:b/>
          <w:bCs/>
          <w:smallCaps/>
          <w:sz w:val="28"/>
          <w:szCs w:val="20"/>
        </w:rPr>
        <w:fldChar w:fldCharType="end"/>
      </w:r>
      <w:r w:rsidR="00957FC8" w:rsidRPr="0076618C">
        <w:rPr>
          <w:rFonts w:cs="Arial"/>
          <w:b/>
          <w:bCs/>
          <w:smallCaps/>
          <w:sz w:val="28"/>
          <w:szCs w:val="20"/>
        </w:rPr>
        <w:t>.</w:t>
      </w:r>
      <w:r w:rsidR="00957FC8" w:rsidRPr="0076618C">
        <w:rPr>
          <w:rFonts w:cs="Arial"/>
          <w:b/>
          <w:bCs/>
          <w:smallCaps/>
          <w:sz w:val="28"/>
          <w:szCs w:val="20"/>
        </w:rPr>
        <w:tab/>
      </w:r>
      <w:r w:rsidR="00957FC8" w:rsidRPr="00957FC8">
        <w:rPr>
          <w:rFonts w:cs="Arial"/>
          <w:b/>
          <w:bCs/>
          <w:smallCaps/>
          <w:sz w:val="28"/>
          <w:szCs w:val="20"/>
        </w:rPr>
        <w:t>Appointment of Temporary Chairperson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2.</w:t>
      </w:r>
      <w:r>
        <w:rPr>
          <w:rFonts w:cs="Arial"/>
          <w:b/>
          <w:bCs/>
          <w:smallCaps/>
          <w:sz w:val="28"/>
          <w:szCs w:val="20"/>
        </w:rPr>
        <w:tab/>
        <w:t xml:space="preserve">Address </w:t>
      </w:r>
      <w:r w:rsidRPr="00957FC8">
        <w:rPr>
          <w:rFonts w:cs="Arial"/>
          <w:b/>
          <w:bCs/>
          <w:smallCaps/>
          <w:sz w:val="28"/>
          <w:szCs w:val="20"/>
        </w:rPr>
        <w:t>by Outgoing Mayor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jc w:val="left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3.</w:t>
      </w:r>
      <w:r>
        <w:rPr>
          <w:rFonts w:cs="Arial"/>
          <w:b/>
          <w:bCs/>
          <w:smallCaps/>
          <w:sz w:val="28"/>
          <w:szCs w:val="20"/>
        </w:rPr>
        <w:tab/>
        <w:t>Confirmation</w:t>
      </w:r>
      <w:r w:rsidRPr="00957FC8">
        <w:rPr>
          <w:rFonts w:cs="Arial"/>
          <w:b/>
          <w:bCs/>
          <w:smallCaps/>
          <w:sz w:val="28"/>
          <w:szCs w:val="20"/>
        </w:rPr>
        <w:t xml:space="preserve"> of Mayoral &amp; Councillor Allowances </w:t>
      </w:r>
      <w:r>
        <w:rPr>
          <w:rFonts w:cs="Arial"/>
          <w:b/>
          <w:bCs/>
          <w:smallCaps/>
          <w:sz w:val="28"/>
          <w:szCs w:val="20"/>
        </w:rPr>
        <w:br/>
      </w:r>
      <w:r w:rsidRPr="00957FC8">
        <w:rPr>
          <w:rFonts w:cs="Arial"/>
          <w:b/>
          <w:bCs/>
          <w:smallCaps/>
          <w:sz w:val="28"/>
          <w:szCs w:val="20"/>
        </w:rPr>
        <w:t>2015-2016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4.</w:t>
      </w:r>
      <w:r>
        <w:rPr>
          <w:rFonts w:cs="Arial"/>
          <w:b/>
          <w:bCs/>
          <w:smallCaps/>
          <w:sz w:val="28"/>
          <w:szCs w:val="20"/>
        </w:rPr>
        <w:tab/>
        <w:t>Ele</w:t>
      </w:r>
      <w:r w:rsidRPr="00957FC8">
        <w:rPr>
          <w:rFonts w:cs="Arial"/>
          <w:b/>
          <w:bCs/>
          <w:smallCaps/>
          <w:sz w:val="28"/>
          <w:szCs w:val="20"/>
        </w:rPr>
        <w:t>ction of Mayor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5.</w:t>
      </w:r>
      <w:r>
        <w:rPr>
          <w:rFonts w:cs="Arial"/>
          <w:b/>
          <w:bCs/>
          <w:smallCaps/>
          <w:sz w:val="28"/>
          <w:szCs w:val="20"/>
        </w:rPr>
        <w:tab/>
        <w:t>M</w:t>
      </w:r>
      <w:r w:rsidRPr="00957FC8">
        <w:rPr>
          <w:rFonts w:cs="Arial"/>
          <w:b/>
          <w:bCs/>
          <w:smallCaps/>
          <w:sz w:val="28"/>
          <w:szCs w:val="20"/>
        </w:rPr>
        <w:t>ayoral Entrance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6.</w:t>
      </w:r>
      <w:r>
        <w:rPr>
          <w:rFonts w:cs="Arial"/>
          <w:b/>
          <w:bCs/>
          <w:smallCaps/>
          <w:sz w:val="28"/>
          <w:szCs w:val="20"/>
        </w:rPr>
        <w:tab/>
      </w:r>
      <w:r w:rsidRPr="00957FC8">
        <w:rPr>
          <w:rFonts w:cs="Arial"/>
          <w:b/>
          <w:bCs/>
          <w:smallCaps/>
          <w:sz w:val="28"/>
          <w:szCs w:val="20"/>
        </w:rPr>
        <w:t>Election of Deputy Mayor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7.</w:t>
      </w:r>
      <w:r w:rsidRPr="00957FC8">
        <w:rPr>
          <w:rFonts w:cs="Arial"/>
          <w:b/>
          <w:bCs/>
          <w:smallCaps/>
          <w:sz w:val="28"/>
          <w:szCs w:val="20"/>
        </w:rPr>
        <w:tab/>
        <w:t>Mayoral Address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8.</w:t>
      </w:r>
      <w:r w:rsidRPr="00957FC8">
        <w:rPr>
          <w:rFonts w:cs="Arial"/>
          <w:b/>
          <w:bCs/>
          <w:smallCaps/>
          <w:sz w:val="28"/>
          <w:szCs w:val="20"/>
        </w:rPr>
        <w:tab/>
        <w:t>Presentation to Outgoing Mayor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9.</w:t>
      </w:r>
      <w:r w:rsidRPr="00957FC8">
        <w:rPr>
          <w:rFonts w:cs="Arial"/>
          <w:b/>
          <w:bCs/>
          <w:smallCaps/>
          <w:sz w:val="28"/>
          <w:szCs w:val="20"/>
        </w:rPr>
        <w:tab/>
        <w:t>Councillor Representation 2015-2016</w:t>
      </w:r>
    </w:p>
    <w:p w:rsidR="00957FC8" w:rsidRPr="00957FC8" w:rsidRDefault="00957FC8" w:rsidP="00957FC8">
      <w:pPr>
        <w:tabs>
          <w:tab w:val="left" w:pos="851"/>
          <w:tab w:val="right" w:pos="9622"/>
        </w:tabs>
        <w:spacing w:before="360" w:after="0"/>
        <w:ind w:left="851" w:right="851" w:hanging="851"/>
        <w:rPr>
          <w:rFonts w:cs="Arial"/>
          <w:b/>
          <w:bCs/>
          <w:smallCaps/>
          <w:sz w:val="28"/>
          <w:szCs w:val="20"/>
        </w:rPr>
      </w:pPr>
      <w:r>
        <w:rPr>
          <w:rFonts w:cs="Arial"/>
          <w:b/>
          <w:bCs/>
          <w:smallCaps/>
          <w:sz w:val="28"/>
          <w:szCs w:val="20"/>
        </w:rPr>
        <w:t>10.</w:t>
      </w:r>
      <w:r>
        <w:rPr>
          <w:rFonts w:cs="Arial"/>
          <w:b/>
          <w:bCs/>
          <w:smallCaps/>
          <w:sz w:val="28"/>
          <w:szCs w:val="20"/>
        </w:rPr>
        <w:tab/>
        <w:t>C</w:t>
      </w:r>
      <w:r w:rsidRPr="0076618C">
        <w:rPr>
          <w:rFonts w:cs="Arial"/>
          <w:b/>
          <w:bCs/>
          <w:smallCaps/>
          <w:sz w:val="28"/>
          <w:szCs w:val="20"/>
        </w:rPr>
        <w:t xml:space="preserve">lose of </w:t>
      </w:r>
      <w:r>
        <w:rPr>
          <w:rFonts w:cs="Arial"/>
          <w:b/>
          <w:bCs/>
          <w:smallCaps/>
          <w:sz w:val="28"/>
          <w:szCs w:val="20"/>
        </w:rPr>
        <w:t>Meeting</w:t>
      </w:r>
      <w:bookmarkEnd w:id="4"/>
    </w:p>
    <w:sectPr w:rsidR="00957FC8" w:rsidRPr="00957FC8" w:rsidSect="00957FC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440" w:right="1140" w:bottom="1440" w:left="1140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076" w:rsidRDefault="00D20076">
      <w:r>
        <w:separator/>
      </w:r>
    </w:p>
  </w:endnote>
  <w:endnote w:type="continuationSeparator" w:id="0">
    <w:p w:rsidR="00D20076" w:rsidRDefault="00D20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Default="00957FC8" w:rsidP="00957FC8">
    <w:pPr>
      <w:pStyle w:val="Footer"/>
      <w:tabs>
        <w:tab w:val="clear" w:pos="9214"/>
        <w:tab w:val="right" w:pos="90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Default="00957FC8" w:rsidP="00957FC8">
    <w:pPr>
      <w:pStyle w:val="Footer"/>
      <w:tabs>
        <w:tab w:val="clear" w:pos="9214"/>
        <w:tab w:val="right" w:pos="900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Default="00957FC8" w:rsidP="00957FC8">
    <w:pPr>
      <w:pStyle w:val="Footer"/>
      <w:tabs>
        <w:tab w:val="clear" w:pos="9214"/>
        <w:tab w:val="right" w:pos="9000"/>
      </w:tabs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000"/>
      </w:tabs>
      <w:spacing w:after="0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000"/>
      </w:tabs>
      <w:spacing w:after="0"/>
      <w:rPr>
        <w:szCs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600"/>
      </w:tabs>
      <w:spacing w:after="0"/>
      <w:rPr>
        <w:szCs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76D00" w:rsidRDefault="00957FC8" w:rsidP="00726520">
    <w:pPr>
      <w:pBdr>
        <w:top w:val="single" w:sz="8" w:space="1" w:color="auto"/>
      </w:pBdr>
      <w:jc w:val="right"/>
      <w:rPr>
        <w:szCs w:val="22"/>
      </w:rPr>
    </w:pPr>
    <w:r w:rsidRPr="00976D00">
      <w:rPr>
        <w:szCs w:val="22"/>
      </w:rPr>
      <w:t xml:space="preserve">Page </w:t>
    </w:r>
    <w:r w:rsidR="004677D0" w:rsidRPr="00976D00">
      <w:rPr>
        <w:szCs w:val="22"/>
      </w:rPr>
      <w:fldChar w:fldCharType="begin"/>
    </w:r>
    <w:r w:rsidRPr="00976D00">
      <w:rPr>
        <w:szCs w:val="22"/>
      </w:rPr>
      <w:instrText xml:space="preserve"> PAGE   \* Charformat </w:instrText>
    </w:r>
    <w:r w:rsidR="004677D0" w:rsidRPr="00976D00">
      <w:rPr>
        <w:szCs w:val="22"/>
      </w:rPr>
      <w:fldChar w:fldCharType="separate"/>
    </w:r>
    <w:r>
      <w:rPr>
        <w:noProof/>
        <w:szCs w:val="22"/>
      </w:rPr>
      <w:t>4</w:t>
    </w:r>
    <w:r w:rsidR="004677D0" w:rsidRPr="00976D00">
      <w:rPr>
        <w:noProof/>
        <w:szCs w:val="22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76D00" w:rsidRDefault="00957FC8" w:rsidP="00976D00">
    <w:pPr>
      <w:pBdr>
        <w:top w:val="single" w:sz="8" w:space="1" w:color="auto"/>
      </w:pBdr>
      <w:jc w:val="right"/>
      <w:rPr>
        <w:szCs w:val="22"/>
      </w:rPr>
    </w:pPr>
    <w:r w:rsidRPr="00976D00">
      <w:rPr>
        <w:szCs w:val="22"/>
      </w:rPr>
      <w:t xml:space="preserve">Page </w:t>
    </w:r>
    <w:r w:rsidR="004677D0" w:rsidRPr="00976D00">
      <w:rPr>
        <w:szCs w:val="22"/>
      </w:rPr>
      <w:fldChar w:fldCharType="begin"/>
    </w:r>
    <w:r w:rsidRPr="00976D00">
      <w:rPr>
        <w:szCs w:val="22"/>
      </w:rPr>
      <w:instrText xml:space="preserve"> PAGE   \* Charformat </w:instrText>
    </w:r>
    <w:r w:rsidR="004677D0" w:rsidRPr="00976D00">
      <w:rPr>
        <w:szCs w:val="22"/>
      </w:rPr>
      <w:fldChar w:fldCharType="separate"/>
    </w:r>
    <w:r w:rsidR="004A714E">
      <w:rPr>
        <w:noProof/>
        <w:szCs w:val="22"/>
      </w:rPr>
      <w:t>3</w:t>
    </w:r>
    <w:r w:rsidR="004677D0" w:rsidRPr="00976D00">
      <w:rPr>
        <w:noProof/>
        <w:szCs w:val="22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600"/>
      </w:tabs>
      <w:spacing w:after="0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076" w:rsidRDefault="00D20076">
      <w:r>
        <w:separator/>
      </w:r>
    </w:p>
  </w:footnote>
  <w:footnote w:type="continuationSeparator" w:id="0">
    <w:p w:rsidR="00D20076" w:rsidRDefault="00D20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Default="00957FC8" w:rsidP="00957FC8">
    <w:pPr>
      <w:pStyle w:val="Header"/>
      <w:tabs>
        <w:tab w:val="clear" w:pos="8640"/>
        <w:tab w:val="right" w:pos="900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Default="00957FC8" w:rsidP="00957FC8">
    <w:pPr>
      <w:pStyle w:val="Header"/>
      <w:tabs>
        <w:tab w:val="clear" w:pos="8640"/>
        <w:tab w:val="right" w:pos="900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D6C" w:rsidRPr="00534D2A" w:rsidRDefault="004677D0" w:rsidP="00957FC8">
    <w:pPr>
      <w:tabs>
        <w:tab w:val="right" w:pos="9000"/>
      </w:tabs>
      <w:rPr>
        <w:b/>
        <w:caps/>
      </w:rPr>
    </w:pPr>
    <w:r w:rsidRPr="00534D2A">
      <w:rPr>
        <w:b/>
        <w:caps/>
      </w:rPr>
      <w:fldChar w:fldCharType="begin"/>
    </w:r>
    <w:r w:rsidR="00060D6C" w:rsidRPr="00534D2A">
      <w:rPr>
        <w:b/>
        <w:caps/>
      </w:rPr>
      <w:instrText xml:space="preserve"> DOCVARIABLE dvNoticeofMeetingText \* Charformat </w:instrText>
    </w:r>
    <w:r w:rsidRPr="00534D2A">
      <w:rPr>
        <w:b/>
        <w:caps/>
      </w:rPr>
      <w:fldChar w:fldCharType="separate"/>
    </w:r>
    <w:r w:rsidR="00347F8C">
      <w:rPr>
        <w:b/>
        <w:caps/>
      </w:rPr>
      <w:t>Special Meeting of the Melton City Council</w:t>
    </w:r>
    <w:r w:rsidRPr="00534D2A">
      <w:rPr>
        <w:b/>
        <w:caps/>
      </w:rPr>
      <w:fldChar w:fldCharType="end"/>
    </w:r>
    <w:r w:rsidR="00060D6C" w:rsidRPr="00534D2A">
      <w:rPr>
        <w:b/>
        <w:caps/>
      </w:rPr>
      <w:t xml:space="preserve"> AGENDA</w:t>
    </w:r>
    <w:r w:rsidR="00060D6C" w:rsidRPr="00534D2A">
      <w:rPr>
        <w:b/>
        <w:caps/>
      </w:rPr>
      <w:tab/>
    </w:r>
    <w:r w:rsidRPr="00534D2A">
      <w:rPr>
        <w:b/>
        <w:caps/>
      </w:rPr>
      <w:fldChar w:fldCharType="begin"/>
    </w:r>
    <w:r w:rsidR="00060D6C" w:rsidRPr="00534D2A">
      <w:rPr>
        <w:b/>
        <w:caps/>
      </w:rPr>
      <w:instrText xml:space="preserve"> DOCVARIABLE "dvDateMeeting" \@ "</w:instrText>
    </w:r>
    <w:r w:rsidR="00060D6C" w:rsidRPr="00534D2A">
      <w:rPr>
        <w:rFonts w:cs="Arial"/>
        <w:b/>
      </w:rPr>
      <w:instrText xml:space="preserve"> d MMMM yyyy</w:instrText>
    </w:r>
    <w:r w:rsidR="00060D6C" w:rsidRPr="00534D2A">
      <w:rPr>
        <w:b/>
        <w:caps/>
      </w:rPr>
      <w:instrText xml:space="preserve"> " \* Charformat </w:instrText>
    </w:r>
    <w:r w:rsidRPr="00534D2A">
      <w:rPr>
        <w:b/>
        <w:caps/>
      </w:rPr>
      <w:fldChar w:fldCharType="separate"/>
    </w:r>
    <w:r w:rsidR="00347F8C">
      <w:rPr>
        <w:b/>
        <w:caps/>
      </w:rPr>
      <w:t xml:space="preserve"> 27 October 2015 </w:t>
    </w:r>
    <w:r w:rsidRPr="00534D2A">
      <w:rPr>
        <w:b/>
        <w:caps/>
      </w:rPr>
      <w:fldChar w:fldCharType="end"/>
    </w:r>
  </w:p>
  <w:p w:rsidR="00060D6C" w:rsidRPr="001A0DAA" w:rsidRDefault="00060D6C" w:rsidP="009216BC">
    <w:pPr>
      <w:pBdr>
        <w:top w:val="single" w:sz="12" w:space="1" w:color="auto"/>
      </w:pBdr>
      <w:rPr>
        <w:caps/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000"/>
      </w:tabs>
      <w:spacing w:after="0"/>
      <w:rPr>
        <w:szCs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000"/>
      </w:tabs>
      <w:spacing w:after="0"/>
      <w:rPr>
        <w:szCs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600"/>
      </w:tabs>
      <w:spacing w:after="0"/>
      <w:rPr>
        <w:szCs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pBdr>
        <w:bottom w:val="double" w:sz="4" w:space="2" w:color="auto"/>
      </w:pBdr>
      <w:tabs>
        <w:tab w:val="right" w:pos="9600"/>
      </w:tabs>
      <w:rPr>
        <w:rFonts w:cs="Arial"/>
        <w:smallCaps/>
        <w:sz w:val="28"/>
        <w:szCs w:val="28"/>
      </w:rPr>
    </w:pPr>
    <w:r>
      <w:rPr>
        <w:rFonts w:cs="Arial"/>
        <w:smallCaps/>
        <w:sz w:val="28"/>
        <w:szCs w:val="28"/>
      </w:rPr>
      <w:t>Special Meeting of Council</w:t>
    </w:r>
    <w:r w:rsidRPr="00957FC8">
      <w:rPr>
        <w:rFonts w:cs="Arial"/>
        <w:smallCaps/>
        <w:sz w:val="28"/>
        <w:szCs w:val="28"/>
      </w:rPr>
      <w:tab/>
    </w:r>
    <w:r>
      <w:rPr>
        <w:rFonts w:cs="Arial"/>
        <w:smallCaps/>
        <w:sz w:val="28"/>
        <w:szCs w:val="28"/>
      </w:rPr>
      <w:t>27 October 2015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pBdr>
        <w:bottom w:val="double" w:sz="4" w:space="2" w:color="auto"/>
      </w:pBdr>
      <w:tabs>
        <w:tab w:val="right" w:pos="9600"/>
      </w:tabs>
      <w:rPr>
        <w:rFonts w:cs="Arial"/>
        <w:smallCaps/>
        <w:sz w:val="28"/>
        <w:szCs w:val="28"/>
      </w:rPr>
    </w:pPr>
    <w:r>
      <w:rPr>
        <w:rFonts w:cs="Arial"/>
        <w:smallCaps/>
        <w:sz w:val="28"/>
        <w:szCs w:val="28"/>
      </w:rPr>
      <w:t>Special Meeting of Council</w:t>
    </w:r>
    <w:r w:rsidRPr="00957FC8">
      <w:rPr>
        <w:rFonts w:cs="Arial"/>
        <w:smallCaps/>
        <w:sz w:val="28"/>
        <w:szCs w:val="28"/>
      </w:rPr>
      <w:tab/>
    </w:r>
    <w:r>
      <w:rPr>
        <w:rFonts w:cs="Arial"/>
        <w:smallCaps/>
        <w:sz w:val="28"/>
        <w:szCs w:val="28"/>
      </w:rPr>
      <w:t>27 October 2015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C8" w:rsidRPr="00957FC8" w:rsidRDefault="00957FC8" w:rsidP="00957FC8">
    <w:pPr>
      <w:tabs>
        <w:tab w:val="center" w:pos="4513"/>
        <w:tab w:val="right" w:pos="9600"/>
      </w:tabs>
      <w:spacing w:after="0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A72AD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549416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2F52C2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8"/>
    <w:multiLevelType w:val="singleLevel"/>
    <w:tmpl w:val="978EA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475279"/>
    <w:multiLevelType w:val="singleLevel"/>
    <w:tmpl w:val="427C20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2BC07BA"/>
    <w:multiLevelType w:val="singleLevel"/>
    <w:tmpl w:val="6F56B62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6">
    <w:nsid w:val="043C2AED"/>
    <w:multiLevelType w:val="multilevel"/>
    <w:tmpl w:val="F43A1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04B53B19"/>
    <w:multiLevelType w:val="singleLevel"/>
    <w:tmpl w:val="427C20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07D5271F"/>
    <w:multiLevelType w:val="multilevel"/>
    <w:tmpl w:val="A330DA28"/>
    <w:styleLink w:val="MeltonList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0A3B22C1"/>
    <w:multiLevelType w:val="hybridMultilevel"/>
    <w:tmpl w:val="21204542"/>
    <w:lvl w:ilvl="0" w:tplc="5928C520">
      <w:start w:val="1"/>
      <w:numFmt w:val="bullet"/>
      <w:lvlText w:val="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BE4835"/>
    <w:multiLevelType w:val="hybridMultilevel"/>
    <w:tmpl w:val="02329612"/>
    <w:lvl w:ilvl="0" w:tplc="81528B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EB7560"/>
    <w:multiLevelType w:val="singleLevel"/>
    <w:tmpl w:val="427C20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9CF35FA"/>
    <w:multiLevelType w:val="hybridMultilevel"/>
    <w:tmpl w:val="FE5246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CD3A2D"/>
    <w:multiLevelType w:val="singleLevel"/>
    <w:tmpl w:val="6F56B62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4">
    <w:nsid w:val="2F3965E7"/>
    <w:multiLevelType w:val="singleLevel"/>
    <w:tmpl w:val="427C20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19E3CCA"/>
    <w:multiLevelType w:val="hybridMultilevel"/>
    <w:tmpl w:val="96443D94"/>
    <w:lvl w:ilvl="0" w:tplc="0C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6">
    <w:nsid w:val="3A550296"/>
    <w:multiLevelType w:val="hybridMultilevel"/>
    <w:tmpl w:val="15F0F9B8"/>
    <w:lvl w:ilvl="0" w:tplc="FDAA0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A475C3"/>
    <w:multiLevelType w:val="hybridMultilevel"/>
    <w:tmpl w:val="8F509A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B6C275B"/>
    <w:multiLevelType w:val="multilevel"/>
    <w:tmpl w:val="A330DA28"/>
    <w:numStyleLink w:val="MeltonList"/>
  </w:abstractNum>
  <w:abstractNum w:abstractNumId="19">
    <w:nsid w:val="545803F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59E1452C"/>
    <w:multiLevelType w:val="hybridMultilevel"/>
    <w:tmpl w:val="DF64A590"/>
    <w:lvl w:ilvl="0" w:tplc="5928C520">
      <w:start w:val="1"/>
      <w:numFmt w:val="bullet"/>
      <w:lvlText w:val="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AD7B03"/>
    <w:multiLevelType w:val="singleLevel"/>
    <w:tmpl w:val="427C20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FC137B8"/>
    <w:multiLevelType w:val="hybridMultilevel"/>
    <w:tmpl w:val="BE48489A"/>
    <w:lvl w:ilvl="0" w:tplc="5928C520">
      <w:start w:val="1"/>
      <w:numFmt w:val="bullet"/>
      <w:lvlText w:val="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F474BF"/>
    <w:multiLevelType w:val="singleLevel"/>
    <w:tmpl w:val="30AC7BA2"/>
    <w:lvl w:ilvl="0">
      <w:start w:val="1"/>
      <w:numFmt w:val="upperLetter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EC7078"/>
    <w:multiLevelType w:val="hybridMultilevel"/>
    <w:tmpl w:val="D02007BE"/>
    <w:lvl w:ilvl="0" w:tplc="EA9C072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720E44D3"/>
    <w:multiLevelType w:val="singleLevel"/>
    <w:tmpl w:val="427C20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7AA31CB5"/>
    <w:multiLevelType w:val="hybridMultilevel"/>
    <w:tmpl w:val="E2FC5C24"/>
    <w:lvl w:ilvl="0" w:tplc="96C2FE0E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6"/>
  </w:num>
  <w:num w:numId="7">
    <w:abstractNumId w:val="24"/>
  </w:num>
  <w:num w:numId="8">
    <w:abstractNumId w:val="23"/>
  </w:num>
  <w:num w:numId="9">
    <w:abstractNumId w:val="21"/>
  </w:num>
  <w:num w:numId="10">
    <w:abstractNumId w:val="4"/>
  </w:num>
  <w:num w:numId="11">
    <w:abstractNumId w:val="14"/>
  </w:num>
  <w:num w:numId="12">
    <w:abstractNumId w:val="11"/>
  </w:num>
  <w:num w:numId="13">
    <w:abstractNumId w:val="25"/>
  </w:num>
  <w:num w:numId="14">
    <w:abstractNumId w:val="7"/>
  </w:num>
  <w:num w:numId="15">
    <w:abstractNumId w:val="22"/>
  </w:num>
  <w:num w:numId="16">
    <w:abstractNumId w:val="9"/>
  </w:num>
  <w:num w:numId="17">
    <w:abstractNumId w:val="20"/>
  </w:num>
  <w:num w:numId="18">
    <w:abstractNumId w:val="13"/>
  </w:num>
  <w:num w:numId="19">
    <w:abstractNumId w:val="5"/>
  </w:num>
  <w:num w:numId="20">
    <w:abstractNumId w:val="19"/>
  </w:num>
  <w:num w:numId="21">
    <w:abstractNumId w:val="6"/>
  </w:num>
  <w:num w:numId="22">
    <w:abstractNumId w:val="3"/>
  </w:num>
  <w:num w:numId="23">
    <w:abstractNumId w:val="18"/>
  </w:num>
  <w:num w:numId="24">
    <w:abstractNumId w:val="2"/>
  </w:num>
  <w:num w:numId="25">
    <w:abstractNumId w:val="18"/>
  </w:num>
  <w:num w:numId="26">
    <w:abstractNumId w:val="1"/>
  </w:num>
  <w:num w:numId="27">
    <w:abstractNumId w:val="1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18"/>
  </w:num>
  <w:num w:numId="34">
    <w:abstractNumId w:val="15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hideSpellingErrors/>
  <w:hideGrammaticalErrors/>
  <w:activeWritingStyle w:appName="MSWord" w:lang="en-US" w:vendorID="8" w:dllVersion="513" w:checkStyle="1"/>
  <w:activeWritingStyle w:appName="MSWord" w:lang="en-AU" w:vendorID="8" w:dllVersion="513" w:checkStyle="1"/>
  <w:activeWritingStyle w:appName="MSWord" w:lang="fr-FR" w:vendorID="9" w:dllVersion="512" w:checkStyle="1"/>
  <w:attachedTemplate r:id="rId1"/>
  <w:stylePaneFormatFilter w:val="3F01"/>
  <w:defaultTabStop w:val="567"/>
  <w:evenAndOddHeaders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vAgendaText" w:val="Special Meeting of Council"/>
    <w:docVar w:name="dvAorAnBeforeOrdinaryText" w:val="a"/>
    <w:docVar w:name="dvAttachmentHeader" w:val="Special Meeting of Council"/>
    <w:docVar w:name="dvAttachmentsExcludedFromAgenda" w:val="True"/>
    <w:docVar w:name="dvChairmansLayout" w:val="False"/>
    <w:docVar w:name="dvClosedOnly" w:val="False"/>
    <w:docVar w:name="dvCommitteeEmailAddress" w:val=" "/>
    <w:docVar w:name="dvCommitteeID" w:val="1"/>
    <w:docVar w:name="dvCommitteeName" w:val="Ordinary Meeting of Council"/>
    <w:docVar w:name="dvCommitteePhoneNumber" w:val=" "/>
    <w:docVar w:name="dvCommitteeQuorum" w:val=" "/>
    <w:docVar w:name="dvCommitteeText" w:val="Special Meeting of Council"/>
    <w:docVar w:name="dvCouncillorsLoaded" w:val="0"/>
    <w:docVar w:name="dvDateLastMeeting" w:val="13/10/2015"/>
    <w:docVar w:name="dvDateMeeting" w:val="27/10/2015"/>
    <w:docVar w:name="dvDateNextMeeting" w:val="10/11/2015"/>
    <w:docVar w:name="dvDocumentChanged" w:val="0"/>
    <w:docVar w:name="dvEDMSContainerID" w:val=" "/>
    <w:docVar w:name="dvEDRMSDestinationFolderId" w:val=" "/>
    <w:docVar w:name="dvFileName" w:val="CO_27102015_AGN_AT_EXTRA.DOCX"/>
    <w:docVar w:name="dvFileNamed" w:val="1"/>
    <w:docVar w:name="dvForceRevision" w:val="0"/>
    <w:docVar w:name="dvFullFilePath" w:val="\\MEL-59\InfoCouncilProd\Documents\Council\Papers\CO_27102015_AGN_AT_EXTRA.DOCX"/>
    <w:docVar w:name="dvHeaderText" w:val=" "/>
    <w:docVar w:name="dvIncludeAttachments" w:val="True"/>
    <w:docVar w:name="dvLateAll" w:val="True"/>
    <w:docVar w:name="dvLateReportId" w:val=" "/>
    <w:docVar w:name="dvLateReportItemNumber" w:val="0"/>
    <w:docVar w:name="dvLateStartingPageNumber" w:val="1"/>
    <w:docVar w:name="dvLocation" w:val="Council Chamber, Civic Centre, 232 High Street, Melton"/>
    <w:docVar w:name="dvLocationLastMeeting" w:val="Council Chamber, Civic Centre, 232 High Street, Melton"/>
    <w:docVar w:name="dvLocationLastMeetingWithCommas" w:val="Council Chamber, Civic Centre, 232 High Street, Melton"/>
    <w:docVar w:name="dvLocationLastMeetingWithSoftCarriageReturns" w:val="Council Chamber, Civic Centre, 232 High Street, Melton"/>
    <w:docVar w:name="dvLocationNextMeeting" w:val="Council Chamber, Civic Centre, 232 High Street, Melton"/>
    <w:docVar w:name="dvLocationNextMeetingWithCommas" w:val="Council Chamber, Civic Centre, 232 High Street, Melton"/>
    <w:docVar w:name="dvLocationNextMeetingWithSoftCarriageReturns" w:val="Council Chamber, Civic Centre, 232 High Street, Melton"/>
    <w:docVar w:name="dvLocationWithCommas" w:val="Council Chamber, Civic Centre, 232 High Street, Melton"/>
    <w:docVar w:name="dvLocationWithSoftCarriageReturns" w:val="Council Chamber, Civic Centre, 232 High Street, Melton"/>
    <w:docVar w:name="dvMeetingNumber" w:val="0"/>
    <w:docVar w:name="dvMeetingScheduleId" w:val="278"/>
    <w:docVar w:name="dvMeetingSheduleID" w:val="278"/>
    <w:docVar w:name="dvMinutesType" w:val=" "/>
    <w:docVar w:name="dvNewDoc" w:val="1"/>
    <w:docVar w:name="dvNoticeOfMeetingText" w:val="Special Meeting of the Melton City Council"/>
    <w:docVar w:name="dvPaperId" w:val="437"/>
    <w:docVar w:name="dvPaperText" w:val="Agenda"/>
    <w:docVar w:name="dvPaperType" w:val="Agenda"/>
    <w:docVar w:name="dvPlansAttachments" w:val="False"/>
    <w:docVar w:name="dvProForma" w:val="False"/>
    <w:docVar w:name="dvReportFrom" w:val="Manager Customer Engagement"/>
    <w:docVar w:name="dvReportName" w:val="3.9 Councillor Representation 2015-2016"/>
    <w:docVar w:name="dvReportNumber" w:val="3"/>
    <w:docVar w:name="dvReportTo" w:val="General Manager"/>
    <w:docVar w:name="dvSignerName" w:val=" "/>
    <w:docVar w:name="dvSignerTitle" w:val=" "/>
    <w:docVar w:name="dvSpecial" w:val="True"/>
    <w:docVar w:name="dvSupplementary" w:val="False"/>
    <w:docVar w:name="dvSupword" w:val=" "/>
    <w:docVar w:name="dvTimeLastMeeting" w:val="7pm"/>
    <w:docVar w:name="dvTimeMeeting" w:val="7pm"/>
    <w:docVar w:name="dvTimeNextMeeting" w:val="7pm"/>
    <w:docVar w:name="dvUpdateDatabase" w:val="0"/>
    <w:docVar w:name="dvUtility" w:val="0"/>
  </w:docVars>
  <w:rsids>
    <w:rsidRoot w:val="00AD5F4C"/>
    <w:rsid w:val="00001566"/>
    <w:rsid w:val="00006A76"/>
    <w:rsid w:val="00007266"/>
    <w:rsid w:val="0001154A"/>
    <w:rsid w:val="000251B6"/>
    <w:rsid w:val="00031448"/>
    <w:rsid w:val="00033CB1"/>
    <w:rsid w:val="00034C8A"/>
    <w:rsid w:val="00036DE1"/>
    <w:rsid w:val="00045077"/>
    <w:rsid w:val="00060D6C"/>
    <w:rsid w:val="00065893"/>
    <w:rsid w:val="00071252"/>
    <w:rsid w:val="00076229"/>
    <w:rsid w:val="00077611"/>
    <w:rsid w:val="00077FF7"/>
    <w:rsid w:val="00083493"/>
    <w:rsid w:val="00085775"/>
    <w:rsid w:val="00085D27"/>
    <w:rsid w:val="00095E38"/>
    <w:rsid w:val="000A3D6C"/>
    <w:rsid w:val="000C0280"/>
    <w:rsid w:val="000D1A8D"/>
    <w:rsid w:val="000D4338"/>
    <w:rsid w:val="000E1B01"/>
    <w:rsid w:val="000E2E26"/>
    <w:rsid w:val="000E6C5C"/>
    <w:rsid w:val="000E7D53"/>
    <w:rsid w:val="000F78C2"/>
    <w:rsid w:val="00102E67"/>
    <w:rsid w:val="0010710E"/>
    <w:rsid w:val="0011200F"/>
    <w:rsid w:val="00112E3E"/>
    <w:rsid w:val="00140C78"/>
    <w:rsid w:val="001437FC"/>
    <w:rsid w:val="00157BF9"/>
    <w:rsid w:val="00161849"/>
    <w:rsid w:val="00170126"/>
    <w:rsid w:val="00185EA7"/>
    <w:rsid w:val="001907A3"/>
    <w:rsid w:val="00197C65"/>
    <w:rsid w:val="001A0DAA"/>
    <w:rsid w:val="001A76AC"/>
    <w:rsid w:val="001C3E9C"/>
    <w:rsid w:val="001D2331"/>
    <w:rsid w:val="001D5370"/>
    <w:rsid w:val="00200796"/>
    <w:rsid w:val="002007A5"/>
    <w:rsid w:val="0020771B"/>
    <w:rsid w:val="00213C4A"/>
    <w:rsid w:val="00214653"/>
    <w:rsid w:val="00215830"/>
    <w:rsid w:val="00231D0C"/>
    <w:rsid w:val="00235CBE"/>
    <w:rsid w:val="00237C66"/>
    <w:rsid w:val="00254896"/>
    <w:rsid w:val="0026386A"/>
    <w:rsid w:val="0026638C"/>
    <w:rsid w:val="00275EEF"/>
    <w:rsid w:val="00276618"/>
    <w:rsid w:val="002808C4"/>
    <w:rsid w:val="0028753B"/>
    <w:rsid w:val="002A0ED0"/>
    <w:rsid w:val="002A436F"/>
    <w:rsid w:val="002B1399"/>
    <w:rsid w:val="002C5187"/>
    <w:rsid w:val="002D03BA"/>
    <w:rsid w:val="002D78EC"/>
    <w:rsid w:val="002E0CC0"/>
    <w:rsid w:val="002E4198"/>
    <w:rsid w:val="00307DBC"/>
    <w:rsid w:val="003413E2"/>
    <w:rsid w:val="00344F95"/>
    <w:rsid w:val="00347F8C"/>
    <w:rsid w:val="00354874"/>
    <w:rsid w:val="00355230"/>
    <w:rsid w:val="003834BD"/>
    <w:rsid w:val="00383577"/>
    <w:rsid w:val="00385DB5"/>
    <w:rsid w:val="00392BB7"/>
    <w:rsid w:val="00394426"/>
    <w:rsid w:val="00394F74"/>
    <w:rsid w:val="003A0A91"/>
    <w:rsid w:val="003A728C"/>
    <w:rsid w:val="003A79A1"/>
    <w:rsid w:val="003B13F1"/>
    <w:rsid w:val="003B21B8"/>
    <w:rsid w:val="003C26C0"/>
    <w:rsid w:val="003D233F"/>
    <w:rsid w:val="003D7721"/>
    <w:rsid w:val="003E6BC5"/>
    <w:rsid w:val="003F4510"/>
    <w:rsid w:val="003F6DA6"/>
    <w:rsid w:val="003F7B8A"/>
    <w:rsid w:val="00412950"/>
    <w:rsid w:val="00412F53"/>
    <w:rsid w:val="004145F3"/>
    <w:rsid w:val="004242AD"/>
    <w:rsid w:val="00461126"/>
    <w:rsid w:val="00461B7A"/>
    <w:rsid w:val="004677D0"/>
    <w:rsid w:val="0047035F"/>
    <w:rsid w:val="00472CC3"/>
    <w:rsid w:val="00472F74"/>
    <w:rsid w:val="00493DAF"/>
    <w:rsid w:val="004A06C0"/>
    <w:rsid w:val="004A6813"/>
    <w:rsid w:val="004A714E"/>
    <w:rsid w:val="004B05A5"/>
    <w:rsid w:val="004B2E9A"/>
    <w:rsid w:val="004C18E7"/>
    <w:rsid w:val="004C3E4F"/>
    <w:rsid w:val="004C65F8"/>
    <w:rsid w:val="004E046B"/>
    <w:rsid w:val="004E310E"/>
    <w:rsid w:val="004E4E2E"/>
    <w:rsid w:val="004F7016"/>
    <w:rsid w:val="00504C18"/>
    <w:rsid w:val="00512A11"/>
    <w:rsid w:val="00515D95"/>
    <w:rsid w:val="00516A26"/>
    <w:rsid w:val="00534D2A"/>
    <w:rsid w:val="00536BF6"/>
    <w:rsid w:val="00537A9C"/>
    <w:rsid w:val="00542986"/>
    <w:rsid w:val="005478EF"/>
    <w:rsid w:val="00551531"/>
    <w:rsid w:val="00566259"/>
    <w:rsid w:val="00586231"/>
    <w:rsid w:val="00587D2A"/>
    <w:rsid w:val="005918A7"/>
    <w:rsid w:val="005922A7"/>
    <w:rsid w:val="00596E46"/>
    <w:rsid w:val="005B3583"/>
    <w:rsid w:val="005B4ACF"/>
    <w:rsid w:val="005E2411"/>
    <w:rsid w:val="005E33EE"/>
    <w:rsid w:val="005F514F"/>
    <w:rsid w:val="005F69F7"/>
    <w:rsid w:val="00601334"/>
    <w:rsid w:val="00603385"/>
    <w:rsid w:val="0060467C"/>
    <w:rsid w:val="006135BE"/>
    <w:rsid w:val="00617C4D"/>
    <w:rsid w:val="00651F12"/>
    <w:rsid w:val="006776BE"/>
    <w:rsid w:val="00692E5E"/>
    <w:rsid w:val="006B3AA7"/>
    <w:rsid w:val="006C3C10"/>
    <w:rsid w:val="006D287D"/>
    <w:rsid w:val="006E68B5"/>
    <w:rsid w:val="006F1EF1"/>
    <w:rsid w:val="006F2EB3"/>
    <w:rsid w:val="006F5565"/>
    <w:rsid w:val="00710CD6"/>
    <w:rsid w:val="00714851"/>
    <w:rsid w:val="007231FE"/>
    <w:rsid w:val="0072586A"/>
    <w:rsid w:val="00726520"/>
    <w:rsid w:val="007312A8"/>
    <w:rsid w:val="0073381D"/>
    <w:rsid w:val="00735DF0"/>
    <w:rsid w:val="00745C7E"/>
    <w:rsid w:val="007504C5"/>
    <w:rsid w:val="00756F71"/>
    <w:rsid w:val="00770EB3"/>
    <w:rsid w:val="007726BB"/>
    <w:rsid w:val="00777844"/>
    <w:rsid w:val="0078139B"/>
    <w:rsid w:val="007B2D3F"/>
    <w:rsid w:val="007B3F36"/>
    <w:rsid w:val="007B6089"/>
    <w:rsid w:val="007E5235"/>
    <w:rsid w:val="007E54F2"/>
    <w:rsid w:val="007E7ED4"/>
    <w:rsid w:val="008045AB"/>
    <w:rsid w:val="00806D12"/>
    <w:rsid w:val="00830943"/>
    <w:rsid w:val="00841FCC"/>
    <w:rsid w:val="00851F71"/>
    <w:rsid w:val="00856843"/>
    <w:rsid w:val="00865694"/>
    <w:rsid w:val="00866BC0"/>
    <w:rsid w:val="00875D00"/>
    <w:rsid w:val="00886A3B"/>
    <w:rsid w:val="00897AB5"/>
    <w:rsid w:val="008A18E3"/>
    <w:rsid w:val="008A2B32"/>
    <w:rsid w:val="008A7932"/>
    <w:rsid w:val="008B1A44"/>
    <w:rsid w:val="008B6A9B"/>
    <w:rsid w:val="008C2DFD"/>
    <w:rsid w:val="008D6B85"/>
    <w:rsid w:val="008D72BD"/>
    <w:rsid w:val="008E1AE5"/>
    <w:rsid w:val="008E2164"/>
    <w:rsid w:val="008E59D4"/>
    <w:rsid w:val="0091031B"/>
    <w:rsid w:val="0092075A"/>
    <w:rsid w:val="009216BC"/>
    <w:rsid w:val="0092643D"/>
    <w:rsid w:val="00935DAC"/>
    <w:rsid w:val="00937F7D"/>
    <w:rsid w:val="00943B6B"/>
    <w:rsid w:val="00954447"/>
    <w:rsid w:val="00957AAA"/>
    <w:rsid w:val="00957FC8"/>
    <w:rsid w:val="00971574"/>
    <w:rsid w:val="00972DF0"/>
    <w:rsid w:val="00976D00"/>
    <w:rsid w:val="009851D3"/>
    <w:rsid w:val="00991A48"/>
    <w:rsid w:val="009C3B45"/>
    <w:rsid w:val="009D3C50"/>
    <w:rsid w:val="009E176E"/>
    <w:rsid w:val="009F1661"/>
    <w:rsid w:val="00A049FD"/>
    <w:rsid w:val="00A16038"/>
    <w:rsid w:val="00A22D6F"/>
    <w:rsid w:val="00A301A8"/>
    <w:rsid w:val="00A35D80"/>
    <w:rsid w:val="00A365D0"/>
    <w:rsid w:val="00A36A5B"/>
    <w:rsid w:val="00A429B0"/>
    <w:rsid w:val="00A50D4B"/>
    <w:rsid w:val="00A51E1E"/>
    <w:rsid w:val="00A53215"/>
    <w:rsid w:val="00A607F0"/>
    <w:rsid w:val="00A6543E"/>
    <w:rsid w:val="00A82299"/>
    <w:rsid w:val="00A93CC4"/>
    <w:rsid w:val="00A9572C"/>
    <w:rsid w:val="00AA642B"/>
    <w:rsid w:val="00AA6A1B"/>
    <w:rsid w:val="00AD11C3"/>
    <w:rsid w:val="00AD5F4C"/>
    <w:rsid w:val="00AE3324"/>
    <w:rsid w:val="00B1411B"/>
    <w:rsid w:val="00B472BD"/>
    <w:rsid w:val="00B73389"/>
    <w:rsid w:val="00B74803"/>
    <w:rsid w:val="00BE0162"/>
    <w:rsid w:val="00BE224B"/>
    <w:rsid w:val="00BE5590"/>
    <w:rsid w:val="00BE7D51"/>
    <w:rsid w:val="00BF169B"/>
    <w:rsid w:val="00BF6762"/>
    <w:rsid w:val="00C206B3"/>
    <w:rsid w:val="00C50B4E"/>
    <w:rsid w:val="00C50F98"/>
    <w:rsid w:val="00C54EF9"/>
    <w:rsid w:val="00C63125"/>
    <w:rsid w:val="00C71D4F"/>
    <w:rsid w:val="00C73CA7"/>
    <w:rsid w:val="00C8555C"/>
    <w:rsid w:val="00CA203B"/>
    <w:rsid w:val="00CA23AC"/>
    <w:rsid w:val="00CB50EC"/>
    <w:rsid w:val="00CB5A70"/>
    <w:rsid w:val="00CB7624"/>
    <w:rsid w:val="00CC64C1"/>
    <w:rsid w:val="00CD2A94"/>
    <w:rsid w:val="00CD36A7"/>
    <w:rsid w:val="00CE3A46"/>
    <w:rsid w:val="00CF5B8E"/>
    <w:rsid w:val="00CF6709"/>
    <w:rsid w:val="00D0671E"/>
    <w:rsid w:val="00D17984"/>
    <w:rsid w:val="00D20076"/>
    <w:rsid w:val="00D2168D"/>
    <w:rsid w:val="00D23BEA"/>
    <w:rsid w:val="00D34BB3"/>
    <w:rsid w:val="00D350A0"/>
    <w:rsid w:val="00D36B4E"/>
    <w:rsid w:val="00D441AF"/>
    <w:rsid w:val="00D46F33"/>
    <w:rsid w:val="00D52A91"/>
    <w:rsid w:val="00D63093"/>
    <w:rsid w:val="00D80FD6"/>
    <w:rsid w:val="00D911DD"/>
    <w:rsid w:val="00D952F9"/>
    <w:rsid w:val="00DC1ADB"/>
    <w:rsid w:val="00DE33D2"/>
    <w:rsid w:val="00DE4AFF"/>
    <w:rsid w:val="00DE4D3B"/>
    <w:rsid w:val="00DE55BB"/>
    <w:rsid w:val="00DF2D1A"/>
    <w:rsid w:val="00E006E2"/>
    <w:rsid w:val="00E12376"/>
    <w:rsid w:val="00E333E0"/>
    <w:rsid w:val="00E36850"/>
    <w:rsid w:val="00E5082B"/>
    <w:rsid w:val="00E60697"/>
    <w:rsid w:val="00E6547D"/>
    <w:rsid w:val="00E6690E"/>
    <w:rsid w:val="00E77224"/>
    <w:rsid w:val="00E81A64"/>
    <w:rsid w:val="00E843B5"/>
    <w:rsid w:val="00E854D5"/>
    <w:rsid w:val="00E86B7D"/>
    <w:rsid w:val="00E90D0D"/>
    <w:rsid w:val="00E9695C"/>
    <w:rsid w:val="00E97B3D"/>
    <w:rsid w:val="00EA2500"/>
    <w:rsid w:val="00EB39F4"/>
    <w:rsid w:val="00EC00BD"/>
    <w:rsid w:val="00EC089B"/>
    <w:rsid w:val="00EC79B7"/>
    <w:rsid w:val="00EE19D0"/>
    <w:rsid w:val="00EE2254"/>
    <w:rsid w:val="00EF016B"/>
    <w:rsid w:val="00F04350"/>
    <w:rsid w:val="00F04B03"/>
    <w:rsid w:val="00F05180"/>
    <w:rsid w:val="00F07A65"/>
    <w:rsid w:val="00F07B8E"/>
    <w:rsid w:val="00F14932"/>
    <w:rsid w:val="00F1705E"/>
    <w:rsid w:val="00F33F78"/>
    <w:rsid w:val="00F408C4"/>
    <w:rsid w:val="00F51C39"/>
    <w:rsid w:val="00F56525"/>
    <w:rsid w:val="00F666BE"/>
    <w:rsid w:val="00F7128E"/>
    <w:rsid w:val="00F725AD"/>
    <w:rsid w:val="00F729AE"/>
    <w:rsid w:val="00F7790F"/>
    <w:rsid w:val="00F82EAF"/>
    <w:rsid w:val="00F87E57"/>
    <w:rsid w:val="00FA1FFF"/>
    <w:rsid w:val="00FA38DF"/>
    <w:rsid w:val="00FA41F7"/>
    <w:rsid w:val="00FB133C"/>
    <w:rsid w:val="00FB1D1F"/>
    <w:rsid w:val="00FB4A9B"/>
    <w:rsid w:val="00FC52B5"/>
    <w:rsid w:val="00FD65D5"/>
    <w:rsid w:val="00FD7F0B"/>
    <w:rsid w:val="00FE00E6"/>
    <w:rsid w:val="00FE0A4F"/>
    <w:rsid w:val="00FE16D2"/>
    <w:rsid w:val="00FE6807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6"/>
    <w:pPr>
      <w:spacing w:after="120"/>
      <w:jc w:val="both"/>
    </w:pPr>
    <w:rPr>
      <w:rFonts w:ascii="Arial" w:hAnsi="Arial"/>
      <w:sz w:val="22"/>
      <w:szCs w:val="24"/>
      <w:lang w:val="en-AU"/>
    </w:rPr>
  </w:style>
  <w:style w:type="paragraph" w:styleId="Heading1">
    <w:name w:val="heading 1"/>
    <w:basedOn w:val="Normal"/>
    <w:next w:val="Normal"/>
    <w:qFormat/>
    <w:rsid w:val="00CD2A94"/>
    <w:pPr>
      <w:spacing w:before="360"/>
      <w:jc w:val="left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2007A5"/>
    <w:pPr>
      <w:keepNext/>
      <w:spacing w:before="120" w:after="60"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rsid w:val="002007A5"/>
    <w:pPr>
      <w:keepNext/>
      <w:jc w:val="center"/>
      <w:outlineLvl w:val="2"/>
    </w:pPr>
    <w:rPr>
      <w:b/>
      <w:sz w:val="68"/>
    </w:rPr>
  </w:style>
  <w:style w:type="paragraph" w:styleId="Heading4">
    <w:name w:val="heading 4"/>
    <w:basedOn w:val="Normal"/>
    <w:next w:val="Normal"/>
    <w:qFormat/>
    <w:rsid w:val="002007A5"/>
    <w:pPr>
      <w:keepNext/>
      <w:outlineLvl w:val="3"/>
    </w:pPr>
    <w:rPr>
      <w:rFonts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2007A5"/>
    <w:pPr>
      <w:keepNext/>
      <w:outlineLvl w:val="4"/>
    </w:pPr>
    <w:rPr>
      <w:rFonts w:cs="Arial"/>
      <w:b/>
      <w:bCs/>
    </w:rPr>
  </w:style>
  <w:style w:type="paragraph" w:styleId="Heading7">
    <w:name w:val="heading 7"/>
    <w:basedOn w:val="Normal"/>
    <w:next w:val="Normal"/>
    <w:qFormat/>
    <w:rsid w:val="002007A5"/>
    <w:pPr>
      <w:keepNext/>
      <w:jc w:val="center"/>
      <w:outlineLvl w:val="6"/>
    </w:pPr>
    <w:rPr>
      <w:b/>
      <w:bCs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007A5"/>
    <w:pPr>
      <w:tabs>
        <w:tab w:val="center" w:pos="4320"/>
        <w:tab w:val="right" w:pos="8640"/>
      </w:tabs>
    </w:pPr>
    <w:rPr>
      <w:rFonts w:cs="Arial"/>
      <w:noProof/>
    </w:rPr>
  </w:style>
  <w:style w:type="paragraph" w:styleId="BodyText2">
    <w:name w:val="Body Text 2"/>
    <w:basedOn w:val="Normal"/>
    <w:rsid w:val="002007A5"/>
    <w:pPr>
      <w:jc w:val="center"/>
    </w:pPr>
    <w:rPr>
      <w:b/>
      <w:bCs/>
      <w:sz w:val="52"/>
    </w:rPr>
  </w:style>
  <w:style w:type="paragraph" w:customStyle="1" w:styleId="NormalNoCheck">
    <w:name w:val="NormalNoCheck"/>
    <w:basedOn w:val="Normal"/>
    <w:rsid w:val="002007A5"/>
  </w:style>
  <w:style w:type="paragraph" w:customStyle="1" w:styleId="ContentHeading">
    <w:name w:val="ContentHeading"/>
    <w:basedOn w:val="Normal"/>
    <w:rsid w:val="002007A5"/>
    <w:pPr>
      <w:tabs>
        <w:tab w:val="center" w:pos="4536"/>
        <w:tab w:val="right" w:pos="8931"/>
      </w:tabs>
    </w:pPr>
    <w:rPr>
      <w:u w:val="single"/>
    </w:rPr>
  </w:style>
  <w:style w:type="paragraph" w:styleId="TOC1">
    <w:name w:val="toc 1"/>
    <w:basedOn w:val="Normal"/>
    <w:next w:val="Normal"/>
    <w:autoRedefine/>
    <w:semiHidden/>
    <w:rsid w:val="00197C65"/>
    <w:pPr>
      <w:tabs>
        <w:tab w:val="left" w:pos="851"/>
        <w:tab w:val="right" w:leader="dot" w:pos="9072"/>
      </w:tabs>
      <w:spacing w:before="240" w:after="240"/>
      <w:ind w:left="851" w:right="567" w:hanging="851"/>
    </w:pPr>
    <w:rPr>
      <w:rFonts w:ascii="Arial Bold" w:hAnsi="Arial Bold"/>
      <w:b/>
      <w:bCs/>
      <w:caps/>
    </w:rPr>
  </w:style>
  <w:style w:type="paragraph" w:customStyle="1" w:styleId="NormalBoldCaps">
    <w:name w:val="NormalBoldCaps"/>
    <w:basedOn w:val="NormalBold"/>
    <w:rsid w:val="002007A5"/>
    <w:rPr>
      <w:caps/>
    </w:rPr>
  </w:style>
  <w:style w:type="paragraph" w:customStyle="1" w:styleId="NormalBold">
    <w:name w:val="NormalBold"/>
    <w:basedOn w:val="Normal"/>
    <w:rsid w:val="002007A5"/>
    <w:rPr>
      <w:b/>
      <w:bCs/>
    </w:rPr>
  </w:style>
  <w:style w:type="paragraph" w:customStyle="1" w:styleId="PageRef">
    <w:name w:val="PageRef"/>
    <w:basedOn w:val="Normal"/>
    <w:next w:val="Normal"/>
    <w:rsid w:val="00034C8A"/>
    <w:pPr>
      <w:tabs>
        <w:tab w:val="left" w:pos="851"/>
        <w:tab w:val="right" w:leader="dot" w:pos="8789"/>
      </w:tabs>
      <w:ind w:left="851" w:right="1134" w:hanging="567"/>
    </w:pPr>
    <w:rPr>
      <w:rFonts w:ascii="Times New Roman" w:hAnsi="Times New Roman"/>
    </w:rPr>
  </w:style>
  <w:style w:type="character" w:styleId="PageNumber">
    <w:name w:val="page number"/>
    <w:basedOn w:val="DefaultParagraphFont"/>
    <w:rsid w:val="002007A5"/>
  </w:style>
  <w:style w:type="paragraph" w:styleId="Footer">
    <w:name w:val="footer"/>
    <w:basedOn w:val="Normal"/>
    <w:rsid w:val="002007A5"/>
    <w:pPr>
      <w:tabs>
        <w:tab w:val="center" w:pos="4320"/>
        <w:tab w:val="right" w:pos="9214"/>
      </w:tabs>
    </w:pPr>
    <w:rPr>
      <w:rFonts w:cs="Arial"/>
      <w:noProof/>
      <w:sz w:val="20"/>
    </w:rPr>
  </w:style>
  <w:style w:type="paragraph" w:customStyle="1" w:styleId="AgendaHeader">
    <w:name w:val="AgendaHeader"/>
    <w:basedOn w:val="Header"/>
    <w:rsid w:val="002007A5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60" w:after="60"/>
      <w:jc w:val="center"/>
    </w:pPr>
    <w:rPr>
      <w:bCs/>
      <w:sz w:val="32"/>
    </w:rPr>
  </w:style>
  <w:style w:type="paragraph" w:customStyle="1" w:styleId="AgendaHeaderLastLine">
    <w:name w:val="AgendaHeaderLastLine"/>
    <w:basedOn w:val="AgendaHeader"/>
    <w:rsid w:val="002007A5"/>
    <w:pPr>
      <w:tabs>
        <w:tab w:val="clear" w:pos="4320"/>
      </w:tabs>
      <w:spacing w:before="0" w:after="100" w:afterAutospacing="1"/>
      <w:jc w:val="left"/>
    </w:pPr>
    <w:rPr>
      <w:sz w:val="24"/>
    </w:rPr>
  </w:style>
  <w:style w:type="character" w:styleId="Hyperlink">
    <w:name w:val="Hyperlink"/>
    <w:basedOn w:val="DefaultParagraphFont"/>
    <w:rsid w:val="003E6BC5"/>
    <w:rPr>
      <w:color w:val="0000FF"/>
      <w:u w:val="single"/>
    </w:rPr>
  </w:style>
  <w:style w:type="table" w:styleId="TableGrid">
    <w:name w:val="Table Grid"/>
    <w:basedOn w:val="TableNormal"/>
    <w:rsid w:val="008A1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CTOC1">
    <w:name w:val="IC_TOC_1"/>
    <w:basedOn w:val="Normal"/>
    <w:rsid w:val="00C50F98"/>
    <w:pPr>
      <w:widowControl w:val="0"/>
      <w:spacing w:after="240"/>
      <w:ind w:left="720" w:hanging="720"/>
      <w:outlineLvl w:val="0"/>
    </w:pPr>
    <w:rPr>
      <w:b/>
      <w:caps/>
      <w:sz w:val="28"/>
      <w:szCs w:val="28"/>
    </w:rPr>
  </w:style>
  <w:style w:type="paragraph" w:customStyle="1" w:styleId="ICTOC2">
    <w:name w:val="IC_TOC_2"/>
    <w:basedOn w:val="Normal"/>
    <w:link w:val="ICTOC2Char"/>
    <w:rsid w:val="00FC52B5"/>
    <w:pPr>
      <w:keepNext/>
      <w:widowControl w:val="0"/>
      <w:autoSpaceDE w:val="0"/>
      <w:autoSpaceDN w:val="0"/>
      <w:adjustRightInd w:val="0"/>
      <w:spacing w:after="240"/>
      <w:ind w:left="720" w:hanging="720"/>
      <w:outlineLvl w:val="1"/>
    </w:pPr>
    <w:rPr>
      <w:rFonts w:cs="Arial"/>
      <w:b/>
      <w:bCs/>
      <w:caps/>
      <w:noProof/>
    </w:rPr>
  </w:style>
  <w:style w:type="character" w:customStyle="1" w:styleId="ICTOC2Char">
    <w:name w:val="IC_TOC_2 Char"/>
    <w:basedOn w:val="DefaultParagraphFont"/>
    <w:link w:val="ICTOC2"/>
    <w:rsid w:val="00FC52B5"/>
    <w:rPr>
      <w:rFonts w:ascii="Arial" w:hAnsi="Arial" w:cs="Arial"/>
      <w:b/>
      <w:bCs/>
      <w:caps/>
      <w:noProof/>
      <w:sz w:val="24"/>
      <w:szCs w:val="24"/>
      <w:lang w:val="en-AU" w:eastAsia="en-US" w:bidi="ar-SA"/>
    </w:rPr>
  </w:style>
  <w:style w:type="paragraph" w:customStyle="1" w:styleId="ICTOC3">
    <w:name w:val="IC_TOC_3"/>
    <w:basedOn w:val="Normal"/>
    <w:rsid w:val="00033CB1"/>
    <w:pPr>
      <w:widowControl w:val="0"/>
      <w:spacing w:before="120"/>
      <w:ind w:left="720"/>
      <w:outlineLvl w:val="2"/>
    </w:pPr>
    <w:rPr>
      <w:bCs/>
      <w:noProof/>
    </w:rPr>
  </w:style>
  <w:style w:type="paragraph" w:styleId="TOC2">
    <w:name w:val="toc 2"/>
    <w:basedOn w:val="Normal"/>
    <w:next w:val="Normal"/>
    <w:autoRedefine/>
    <w:semiHidden/>
    <w:rsid w:val="00197C65"/>
    <w:pPr>
      <w:tabs>
        <w:tab w:val="left" w:pos="1701"/>
        <w:tab w:val="right" w:leader="dot" w:pos="9072"/>
      </w:tabs>
      <w:spacing w:before="120"/>
      <w:ind w:left="1702" w:right="567" w:hanging="851"/>
      <w:contextualSpacing/>
    </w:pPr>
    <w:rPr>
      <w:caps/>
    </w:rPr>
  </w:style>
  <w:style w:type="paragraph" w:styleId="TOC3">
    <w:name w:val="toc 3"/>
    <w:basedOn w:val="Normal"/>
    <w:next w:val="Normal"/>
    <w:autoRedefine/>
    <w:semiHidden/>
    <w:rsid w:val="000F78C2"/>
    <w:pPr>
      <w:tabs>
        <w:tab w:val="right" w:leader="dot" w:pos="9072"/>
      </w:tabs>
      <w:spacing w:before="240" w:after="240"/>
      <w:ind w:left="851"/>
    </w:pPr>
    <w:rPr>
      <w:caps/>
    </w:rPr>
  </w:style>
  <w:style w:type="paragraph" w:styleId="BalloonText">
    <w:name w:val="Balloon Text"/>
    <w:basedOn w:val="Normal"/>
    <w:link w:val="BalloonTextChar"/>
    <w:rsid w:val="00F04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B03"/>
    <w:rPr>
      <w:rFonts w:ascii="Tahoma" w:hAnsi="Tahoma" w:cs="Tahoma"/>
      <w:sz w:val="16"/>
      <w:szCs w:val="16"/>
      <w:lang w:val="en-AU"/>
    </w:rPr>
  </w:style>
  <w:style w:type="paragraph" w:styleId="ListNumber">
    <w:name w:val="List Number"/>
    <w:basedOn w:val="Heading1"/>
    <w:rsid w:val="00CD2A94"/>
    <w:pPr>
      <w:keepNext/>
      <w:numPr>
        <w:numId w:val="33"/>
      </w:numPr>
    </w:pPr>
  </w:style>
  <w:style w:type="paragraph" w:styleId="ListNumber2">
    <w:name w:val="List Number 2"/>
    <w:basedOn w:val="Normal"/>
    <w:rsid w:val="000251B6"/>
    <w:pPr>
      <w:numPr>
        <w:ilvl w:val="1"/>
        <w:numId w:val="33"/>
      </w:numPr>
      <w:contextualSpacing/>
    </w:pPr>
    <w:rPr>
      <w:lang w:val="en-US"/>
    </w:rPr>
  </w:style>
  <w:style w:type="paragraph" w:styleId="ListNumber3">
    <w:name w:val="List Number 3"/>
    <w:basedOn w:val="Normal"/>
    <w:rsid w:val="000251B6"/>
    <w:pPr>
      <w:numPr>
        <w:ilvl w:val="2"/>
        <w:numId w:val="33"/>
      </w:numPr>
      <w:contextualSpacing/>
    </w:pPr>
    <w:rPr>
      <w:lang w:val="en-US"/>
    </w:rPr>
  </w:style>
  <w:style w:type="numbering" w:customStyle="1" w:styleId="MeltonList">
    <w:name w:val="Melton List"/>
    <w:uiPriority w:val="99"/>
    <w:rsid w:val="000251B6"/>
    <w:pPr>
      <w:numPr>
        <w:numId w:val="28"/>
      </w:numPr>
    </w:pPr>
  </w:style>
  <w:style w:type="paragraph" w:styleId="ListParagraph">
    <w:name w:val="List Paragraph"/>
    <w:basedOn w:val="Normal"/>
    <w:uiPriority w:val="34"/>
    <w:qFormat/>
    <w:rsid w:val="00957FC8"/>
    <w:pPr>
      <w:spacing w:after="0"/>
      <w:ind w:left="720"/>
      <w:contextualSpacing/>
    </w:pPr>
    <w:rPr>
      <w:rFonts w:eastAsia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5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InfoCouncil\InfoCouncil_BusinessPaper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InfoCouncil_BusinessPapers.dot</Template>
  <TotalTime>4</TotalTime>
  <Pages>1</Pages>
  <Words>281</Words>
  <Characters>1451</Characters>
  <Application>Microsoft Office Word</Application>
  <DocSecurity>0</DocSecurity>
  <Lines>48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Infocouncil Template</vt:lpstr>
    </vt:vector>
  </TitlesOfParts>
  <Company>Melton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of Special Meeting of Council - 27 October 2015</dc:title>
  <dc:creator>tracys</dc:creator>
  <cp:lastModifiedBy>tracys</cp:lastModifiedBy>
  <cp:revision>7</cp:revision>
  <cp:lastPrinted>2015-10-21T04:37:00Z</cp:lastPrinted>
  <dcterms:created xsi:type="dcterms:W3CDTF">2015-09-24T09:29:00Z</dcterms:created>
  <dcterms:modified xsi:type="dcterms:W3CDTF">2015-10-21T04:37:00Z</dcterms:modified>
  <cp:category>InfoCouncil Business Paper - Agenda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Agenda</vt:lpwstr>
  </property>
  <property fmtid="{D5CDD505-2E9C-101B-9397-08002B2CF9AE}" pid="3" name="DefaultTabStop">
    <vt:lpwstr>1</vt:lpwstr>
  </property>
  <property fmtid="{D5CDD505-2E9C-101B-9397-08002B2CF9AE}" pid="4" name="DocumentChanged">
    <vt:lpwstr>0</vt:lpwstr>
  </property>
  <property fmtid="{D5CDD505-2E9C-101B-9397-08002B2CF9AE}" pid="5" name="UpdateDatabase">
    <vt:lpwstr>0</vt:lpwstr>
  </property>
  <property fmtid="{D5CDD505-2E9C-101B-9397-08002B2CF9AE}" pid="6" name="FileNamed">
    <vt:lpwstr>1</vt:lpwstr>
  </property>
  <property fmtid="{D5CDD505-2E9C-101B-9397-08002B2CF9AE}" pid="7" name="NewDoc">
    <vt:lpwstr>1</vt:lpwstr>
  </property>
  <property fmtid="{D5CDD505-2E9C-101B-9397-08002B2CF9AE}" pid="8" name="FullFilePath">
    <vt:lpwstr>\\MEL-59\InfoCouncilProd\Documents\Council\Papers\CO_27102015_AGN_AT_EXTRA.DOCX</vt:lpwstr>
  </property>
  <property fmtid="{D5CDD505-2E9C-101B-9397-08002B2CF9AE}" pid="9" name="PaperText">
    <vt:lpwstr>Agenda</vt:lpwstr>
  </property>
  <property fmtid="{D5CDD505-2E9C-101B-9397-08002B2CF9AE}" pid="10" name="NoticeOfMeetingText">
    <vt:lpwstr>Special Meeting of the Melton City Council</vt:lpwstr>
  </property>
  <property fmtid="{D5CDD505-2E9C-101B-9397-08002B2CF9AE}" pid="11" name="AgendaText">
    <vt:lpwstr>Special Meeting of Council</vt:lpwstr>
  </property>
  <property fmtid="{D5CDD505-2E9C-101B-9397-08002B2CF9AE}" pid="12" name="AorAnBeforeOrdinaryText">
    <vt:lpwstr>a</vt:lpwstr>
  </property>
  <property fmtid="{D5CDD505-2E9C-101B-9397-08002B2CF9AE}" pid="13" name="PaperId">
    <vt:lpwstr>437</vt:lpwstr>
  </property>
  <property fmtid="{D5CDD505-2E9C-101B-9397-08002B2CF9AE}" pid="14" name="CommitteeText">
    <vt:lpwstr>Special Meeting of Council</vt:lpwstr>
  </property>
  <property fmtid="{D5CDD505-2E9C-101B-9397-08002B2CF9AE}" pid="15" name="SignerName">
    <vt:lpwstr> </vt:lpwstr>
  </property>
  <property fmtid="{D5CDD505-2E9C-101B-9397-08002B2CF9AE}" pid="16" name="SignerTitle">
    <vt:lpwstr> </vt:lpwstr>
  </property>
  <property fmtid="{D5CDD505-2E9C-101B-9397-08002B2CF9AE}" pid="17" name="CommitteeName">
    <vt:lpwstr>Ordinary Meeting of Council</vt:lpwstr>
  </property>
  <property fmtid="{D5CDD505-2E9C-101B-9397-08002B2CF9AE}" pid="18" name="CommitteeID">
    <vt:lpwstr>1</vt:lpwstr>
  </property>
  <property fmtid="{D5CDD505-2E9C-101B-9397-08002B2CF9AE}" pid="19" name="CommitteeEmailAddress">
    <vt:lpwstr> </vt:lpwstr>
  </property>
  <property fmtid="{D5CDD505-2E9C-101B-9397-08002B2CF9AE}" pid="20" name="CommitteeQuorum">
    <vt:lpwstr> </vt:lpwstr>
  </property>
  <property fmtid="{D5CDD505-2E9C-101B-9397-08002B2CF9AE}" pid="21" name="CommitteePhoneNumber">
    <vt:lpwstr> </vt:lpwstr>
  </property>
  <property fmtid="{D5CDD505-2E9C-101B-9397-08002B2CF9AE}" pid="22" name="DateMeeting">
    <vt:lpwstr>27/10/2015</vt:lpwstr>
  </property>
  <property fmtid="{D5CDD505-2E9C-101B-9397-08002B2CF9AE}" pid="23" name="MeetingNumber">
    <vt:lpwstr>0</vt:lpwstr>
  </property>
  <property fmtid="{D5CDD505-2E9C-101B-9397-08002B2CF9AE}" pid="24" name="Special">
    <vt:lpwstr>True</vt:lpwstr>
  </property>
  <property fmtid="{D5CDD505-2E9C-101B-9397-08002B2CF9AE}" pid="25" name="MeetingScheduleId">
    <vt:lpwstr>278</vt:lpwstr>
  </property>
  <property fmtid="{D5CDD505-2E9C-101B-9397-08002B2CF9AE}" pid="26" name="Location">
    <vt:lpwstr>Council Chamber, Civic Centre, 232 High Street, Melton</vt:lpwstr>
  </property>
  <property fmtid="{D5CDD505-2E9C-101B-9397-08002B2CF9AE}" pid="27" name="LocationWithCommas">
    <vt:lpwstr>Council Chamber, Civic Centre, 232 High Street, Melton</vt:lpwstr>
  </property>
  <property fmtid="{D5CDD505-2E9C-101B-9397-08002B2CF9AE}" pid="28" name="LocationWithSoftCarriageReturns">
    <vt:lpwstr>Council Chamber, Civic Centre, 232 High Street, Melton</vt:lpwstr>
  </property>
  <property fmtid="{D5CDD505-2E9C-101B-9397-08002B2CF9AE}" pid="29" name="TimeMeeting">
    <vt:lpwstr>7pm</vt:lpwstr>
  </property>
  <property fmtid="{D5CDD505-2E9C-101B-9397-08002B2CF9AE}" pid="30" name="DateLastMeeting">
    <vt:lpwstr>13/10/2015</vt:lpwstr>
  </property>
  <property fmtid="{D5CDD505-2E9C-101B-9397-08002B2CF9AE}" pid="31" name="DateNextMeeting">
    <vt:lpwstr>10/11/2015</vt:lpwstr>
  </property>
  <property fmtid="{D5CDD505-2E9C-101B-9397-08002B2CF9AE}" pid="32" name="LocationNextMeeting">
    <vt:lpwstr>Council Chamber, Civic Centre, 232 High Street, Melton</vt:lpwstr>
  </property>
  <property fmtid="{D5CDD505-2E9C-101B-9397-08002B2CF9AE}" pid="33" name="LocationNextMeetingWithCommas">
    <vt:lpwstr>Council Chamber, Civic Centre, 232 High Street, Melton</vt:lpwstr>
  </property>
  <property fmtid="{D5CDD505-2E9C-101B-9397-08002B2CF9AE}" pid="34" name="LocationNextMeetingWithSoftCarriageReturns">
    <vt:lpwstr>Council Chamber, Civic Centre, 232 High Street, Melton</vt:lpwstr>
  </property>
  <property fmtid="{D5CDD505-2E9C-101B-9397-08002B2CF9AE}" pid="35" name="LocationLastMeeting">
    <vt:lpwstr>Council Chamber, Civic Centre, 232 High Street, Melton</vt:lpwstr>
  </property>
  <property fmtid="{D5CDD505-2E9C-101B-9397-08002B2CF9AE}" pid="36" name="LocationLastMeetingWithCommas">
    <vt:lpwstr>Council Chamber, Civic Centre, 232 High Street, Melton</vt:lpwstr>
  </property>
  <property fmtid="{D5CDD505-2E9C-101B-9397-08002B2CF9AE}" pid="37" name="LocationLastMeetingWithSoftCarriageReturns">
    <vt:lpwstr>Council Chamber, Civic Centre, 232 High Street, Melton</vt:lpwstr>
  </property>
  <property fmtid="{D5CDD505-2E9C-101B-9397-08002B2CF9AE}" pid="38" name="TimeNextMeeting">
    <vt:lpwstr>7pm</vt:lpwstr>
  </property>
  <property fmtid="{D5CDD505-2E9C-101B-9397-08002B2CF9AE}" pid="39" name="TimeLastMeeting">
    <vt:lpwstr>7pm</vt:lpwstr>
  </property>
  <property fmtid="{D5CDD505-2E9C-101B-9397-08002B2CF9AE}" pid="40" name="ClosedOnly">
    <vt:lpwstr>False</vt:lpwstr>
  </property>
  <property fmtid="{D5CDD505-2E9C-101B-9397-08002B2CF9AE}" pid="41" name="PaperType">
    <vt:lpwstr>Agenda</vt:lpwstr>
  </property>
  <property fmtid="{D5CDD505-2E9C-101B-9397-08002B2CF9AE}" pid="42" name="SupWord">
    <vt:lpwstr> </vt:lpwstr>
  </property>
  <property fmtid="{D5CDD505-2E9C-101B-9397-08002B2CF9AE}" pid="43" name="IncludeAttachments">
    <vt:lpwstr>True</vt:lpwstr>
  </property>
  <property fmtid="{D5CDD505-2E9C-101B-9397-08002B2CF9AE}" pid="44" name="Supplementary">
    <vt:lpwstr>False</vt:lpwstr>
  </property>
  <property fmtid="{D5CDD505-2E9C-101B-9397-08002B2CF9AE}" pid="45" name="ProForma">
    <vt:lpwstr>False</vt:lpwstr>
  </property>
  <property fmtid="{D5CDD505-2E9C-101B-9397-08002B2CF9AE}" pid="46" name="ChairmansLayout">
    <vt:lpwstr>False</vt:lpwstr>
  </property>
  <property fmtid="{D5CDD505-2E9C-101B-9397-08002B2CF9AE}" pid="47" name="MeetingSheduleID">
    <vt:lpwstr>278</vt:lpwstr>
  </property>
  <property fmtid="{D5CDD505-2E9C-101B-9397-08002B2CF9AE}" pid="48" name="LateAll">
    <vt:lpwstr>True</vt:lpwstr>
  </property>
  <property fmtid="{D5CDD505-2E9C-101B-9397-08002B2CF9AE}" pid="49" name="LateReportId">
    <vt:lpwstr> </vt:lpwstr>
  </property>
  <property fmtid="{D5CDD505-2E9C-101B-9397-08002B2CF9AE}" pid="50" name="LateStartingPageNumber">
    <vt:lpwstr>1</vt:lpwstr>
  </property>
  <property fmtid="{D5CDD505-2E9C-101B-9397-08002B2CF9AE}" pid="51" name="LateReportItemNumber">
    <vt:lpwstr>0</vt:lpwstr>
  </property>
  <property fmtid="{D5CDD505-2E9C-101B-9397-08002B2CF9AE}" pid="52" name="AttachmentsExcludedFromAgenda">
    <vt:lpwstr>True</vt:lpwstr>
  </property>
  <property fmtid="{D5CDD505-2E9C-101B-9397-08002B2CF9AE}" pid="53" name="PlansAttachments">
    <vt:lpwstr>False</vt:lpwstr>
  </property>
  <property fmtid="{D5CDD505-2E9C-101B-9397-08002B2CF9AE}" pid="54" name="Utility">
    <vt:lpwstr>0</vt:lpwstr>
  </property>
  <property fmtid="{D5CDD505-2E9C-101B-9397-08002B2CF9AE}" pid="55" name="CouncillorsLoaded">
    <vt:lpwstr>0</vt:lpwstr>
  </property>
  <property fmtid="{D5CDD505-2E9C-101B-9397-08002B2CF9AE}" pid="56" name="EDMSContainerID">
    <vt:lpwstr> </vt:lpwstr>
  </property>
  <property fmtid="{D5CDD505-2E9C-101B-9397-08002B2CF9AE}" pid="57" name="EDRMSDestinationFolderId">
    <vt:lpwstr> </vt:lpwstr>
  </property>
  <property fmtid="{D5CDD505-2E9C-101B-9397-08002B2CF9AE}" pid="58" name="HPTRIM_Ignore">
    <vt:bool>true</vt:bool>
  </property>
  <property fmtid="{D5CDD505-2E9C-101B-9397-08002B2CF9AE}" pid="59" name="PDF1_CorrespondenceInward">
    <vt:lpwstr>Correspondence Inward</vt:lpwstr>
  </property>
  <property fmtid="{D5CDD505-2E9C-101B-9397-08002B2CF9AE}" pid="60" name="ReportFrom">
    <vt:lpwstr>Manager Customer Engagement</vt:lpwstr>
  </property>
  <property fmtid="{D5CDD505-2E9C-101B-9397-08002B2CF9AE}" pid="61" name="ReportName">
    <vt:lpwstr>3.9 Councillor Representation 2015-2016</vt:lpwstr>
  </property>
  <property fmtid="{D5CDD505-2E9C-101B-9397-08002B2CF9AE}" pid="62" name="ReportNumber">
    <vt:lpwstr>3</vt:lpwstr>
  </property>
  <property fmtid="{D5CDD505-2E9C-101B-9397-08002B2CF9AE}" pid="63" name="ReportTo">
    <vt:lpwstr>General Manager</vt:lpwstr>
  </property>
  <property fmtid="{D5CDD505-2E9C-101B-9397-08002B2CF9AE}" pid="64" name="PDF1_Heading_3023">
    <vt:lpwstr>Correspondence Inward</vt:lpwstr>
  </property>
  <property fmtid="{D5CDD505-2E9C-101B-9397-08002B2CF9AE}" pid="65" name="PDF2_ReportName_3023">
    <vt:lpwstr>3.1 Appointment of Temporary Chairperson</vt:lpwstr>
  </property>
  <property fmtid="{D5CDD505-2E9C-101B-9397-08002B2CF9AE}" pid="66" name="AttachmentHeader">
    <vt:lpwstr>Special Meeting of Council</vt:lpwstr>
  </property>
  <property fmtid="{D5CDD505-2E9C-101B-9397-08002B2CF9AE}" pid="67" name="PDF2_ReportName_3024">
    <vt:lpwstr>3.2 Address by Outgoing Mayor</vt:lpwstr>
  </property>
  <property fmtid="{D5CDD505-2E9C-101B-9397-08002B2CF9AE}" pid="68" name="PDF2_ReportName_3025">
    <vt:lpwstr>3.3 Confirmation of Mayoral &amp; Councillor Allowances 2015-2016</vt:lpwstr>
  </property>
  <property fmtid="{D5CDD505-2E9C-101B-9397-08002B2CF9AE}" pid="69" name="PDF2_ReportName_3018">
    <vt:lpwstr>3.4 Election of Mayor</vt:lpwstr>
  </property>
  <property fmtid="{D5CDD505-2E9C-101B-9397-08002B2CF9AE}" pid="70" name="PDF2_ReportName_3019">
    <vt:lpwstr>3.5 Mayoral Entrance</vt:lpwstr>
  </property>
  <property fmtid="{D5CDD505-2E9C-101B-9397-08002B2CF9AE}" pid="71" name="PDF2_ReportName_3020">
    <vt:lpwstr>3.6 Election of Deputy Mayor</vt:lpwstr>
  </property>
  <property fmtid="{D5CDD505-2E9C-101B-9397-08002B2CF9AE}" pid="72" name="PDF2_ReportName_3021">
    <vt:lpwstr>3.7 Mayoral Address</vt:lpwstr>
  </property>
  <property fmtid="{D5CDD505-2E9C-101B-9397-08002B2CF9AE}" pid="73" name="PDF2_ReportName_3022">
    <vt:lpwstr>3.8 Presentation to Outgoing Mayor</vt:lpwstr>
  </property>
  <property fmtid="{D5CDD505-2E9C-101B-9397-08002B2CF9AE}" pid="74" name="PDF2_ReportName_3026">
    <vt:lpwstr>3.9 Councillor Representation 2015-2016</vt:lpwstr>
  </property>
  <property fmtid="{D5CDD505-2E9C-101B-9397-08002B2CF9AE}" pid="75" name="ForceRevision">
    <vt:lpwstr>0</vt:lpwstr>
  </property>
  <property fmtid="{D5CDD505-2E9C-101B-9397-08002B2CF9AE}" pid="76" name="FileName">
    <vt:lpwstr>CO_27102015_AGN_AT_EXTRA.DOCX</vt:lpwstr>
  </property>
  <property fmtid="{D5CDD505-2E9C-101B-9397-08002B2CF9AE}" pid="77" name="DWDocAuthor">
    <vt:lpwstr/>
  </property>
  <property fmtid="{D5CDD505-2E9C-101B-9397-08002B2CF9AE}" pid="78" name="DWDocClass">
    <vt:lpwstr/>
  </property>
  <property fmtid="{D5CDD505-2E9C-101B-9397-08002B2CF9AE}" pid="79" name="DWDocClassId">
    <vt:lpwstr/>
  </property>
  <property fmtid="{D5CDD505-2E9C-101B-9397-08002B2CF9AE}" pid="80" name="DWDocPrecis">
    <vt:lpwstr/>
  </property>
  <property fmtid="{D5CDD505-2E9C-101B-9397-08002B2CF9AE}" pid="81" name="DWDocNo">
    <vt:lpwstr/>
  </property>
  <property fmtid="{D5CDD505-2E9C-101B-9397-08002B2CF9AE}" pid="82" name="DWDocSetID">
    <vt:lpwstr/>
  </property>
  <property fmtid="{D5CDD505-2E9C-101B-9397-08002B2CF9AE}" pid="83" name="DWDocType">
    <vt:lpwstr/>
  </property>
  <property fmtid="{D5CDD505-2E9C-101B-9397-08002B2CF9AE}" pid="84" name="DWDocVersion">
    <vt:lpwstr/>
  </property>
</Properties>
</file>